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5C16CA" w:rsidRDefault="00BD76C3" w:rsidP="006C2343">
      <w:pPr>
        <w:pStyle w:val="Titul2"/>
      </w:pPr>
      <w:r w:rsidRPr="005C16CA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73622F65" w:rsidR="00BF54FE" w:rsidRPr="00D61BB3" w:rsidRDefault="00264B2C" w:rsidP="006C2343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 xml:space="preserve">Oprava přejezdů v úseku Bzenec </w:t>
          </w:r>
          <w:proofErr w:type="gramStart"/>
          <w:r>
            <w:rPr>
              <w:rStyle w:val="Nzevakce"/>
            </w:rPr>
            <w:t>přívoz - Nedakonice</w:t>
          </w:r>
          <w:proofErr w:type="gramEnd"/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A25018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C16CA" w:rsidRPr="005C16CA">
        <w:t>8.6.2023</w:t>
      </w:r>
    </w:p>
    <w:p w14:paraId="383AF1FF" w14:textId="3763C2A9" w:rsidR="00DA1C67" w:rsidRDefault="00DA1C67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4650BB2" w14:textId="2AED5A0A" w:rsidR="005B612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8413727" w:history="1">
        <w:r w:rsidR="005B6121" w:rsidRPr="007F2143">
          <w:rPr>
            <w:rStyle w:val="Hypertextovodkaz"/>
          </w:rPr>
          <w:t>SEZNAM ZKRATEK</w:t>
        </w:r>
        <w:r w:rsidR="005B6121">
          <w:rPr>
            <w:noProof/>
            <w:webHidden/>
          </w:rPr>
          <w:tab/>
        </w:r>
        <w:r w:rsidR="005B6121">
          <w:rPr>
            <w:noProof/>
            <w:webHidden/>
          </w:rPr>
          <w:fldChar w:fldCharType="begin"/>
        </w:r>
        <w:r w:rsidR="005B6121">
          <w:rPr>
            <w:noProof/>
            <w:webHidden/>
          </w:rPr>
          <w:instrText xml:space="preserve"> PAGEREF _Toc138413727 \h </w:instrText>
        </w:r>
        <w:r w:rsidR="005B6121">
          <w:rPr>
            <w:noProof/>
            <w:webHidden/>
          </w:rPr>
        </w:r>
        <w:r w:rsidR="005B6121">
          <w:rPr>
            <w:noProof/>
            <w:webHidden/>
          </w:rPr>
          <w:fldChar w:fldCharType="separate"/>
        </w:r>
        <w:r w:rsidR="005B6121">
          <w:rPr>
            <w:noProof/>
            <w:webHidden/>
          </w:rPr>
          <w:t>2</w:t>
        </w:r>
        <w:r w:rsidR="005B6121">
          <w:rPr>
            <w:noProof/>
            <w:webHidden/>
          </w:rPr>
          <w:fldChar w:fldCharType="end"/>
        </w:r>
      </w:hyperlink>
    </w:p>
    <w:p w14:paraId="537E7D7C" w14:textId="6AC1D854" w:rsidR="005B6121" w:rsidRDefault="005B612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413728" w:history="1">
        <w:r w:rsidRPr="007F2143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6A0E560" w14:textId="551C4AB6" w:rsidR="005B6121" w:rsidRDefault="005B612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413729" w:history="1">
        <w:r w:rsidRPr="007F2143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8C59DB" w14:textId="72B526B2" w:rsidR="005B6121" w:rsidRDefault="005B61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413730" w:history="1">
        <w:r w:rsidRPr="007F2143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60196D" w14:textId="7538489D" w:rsidR="005B6121" w:rsidRDefault="005B61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413731" w:history="1">
        <w:r w:rsidRPr="007F2143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5BC2F87" w14:textId="7FC1A2E8" w:rsidR="005B6121" w:rsidRDefault="005B612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413732" w:history="1">
        <w:r w:rsidRPr="007F2143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F785271" w14:textId="41C06483" w:rsidR="005B6121" w:rsidRDefault="005B61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413733" w:history="1">
        <w:r w:rsidRPr="007F2143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FF9164" w14:textId="48484E77" w:rsidR="005B6121" w:rsidRDefault="005B61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413734" w:history="1">
        <w:r w:rsidRPr="007F2143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8798916" w14:textId="21F32166" w:rsidR="005B6121" w:rsidRDefault="005B612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413735" w:history="1">
        <w:r w:rsidRPr="007F2143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98CF013" w14:textId="741A6E48" w:rsidR="005B6121" w:rsidRDefault="005B612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413736" w:history="1">
        <w:r w:rsidRPr="007F2143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E2F600" w14:textId="6D995E32" w:rsidR="005B6121" w:rsidRDefault="005B61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413737" w:history="1">
        <w:r w:rsidRPr="007F2143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042375" w14:textId="28B11690" w:rsidR="005B6121" w:rsidRDefault="005B61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413738" w:history="1">
        <w:r w:rsidRPr="007F2143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DD127F4" w14:textId="168FCC2E" w:rsidR="005B6121" w:rsidRDefault="005B61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413739" w:history="1">
        <w:r w:rsidRPr="007F2143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BF69D6D" w14:textId="621DF279" w:rsidR="005B6121" w:rsidRDefault="005B61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413740" w:history="1">
        <w:r w:rsidRPr="007F2143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F0213A5" w14:textId="7D9E4F81" w:rsidR="005B6121" w:rsidRDefault="005B61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413741" w:history="1">
        <w:r w:rsidRPr="007F2143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DB891DB" w14:textId="7BCB1055" w:rsidR="005B6121" w:rsidRDefault="005B61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413742" w:history="1">
        <w:r w:rsidRPr="007F2143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CC0747F" w14:textId="7BE6434A" w:rsidR="005B6121" w:rsidRDefault="005B612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413743" w:history="1">
        <w:r w:rsidRPr="007F2143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E420261" w14:textId="4E27C30B" w:rsidR="005B6121" w:rsidRDefault="005B612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413744" w:history="1">
        <w:r w:rsidRPr="007F2143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5621FB4" w14:textId="3B34ABDF" w:rsidR="005B6121" w:rsidRDefault="005B612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413745" w:history="1">
        <w:r w:rsidRPr="007F2143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066F569" w14:textId="6346AEC3" w:rsidR="005B6121" w:rsidRDefault="005B612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413746" w:history="1">
        <w:r w:rsidRPr="007F2143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7F2143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_Toc138413746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9E2D670" w14:textId="2D40A775" w:rsidR="000145C8" w:rsidRPr="005C16CA" w:rsidRDefault="00BD7E91" w:rsidP="005C16CA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31854"/>
      <w:bookmarkStart w:id="1" w:name="_Toc138413727"/>
      <w:r>
        <w:t>SEZNAM ZKRATEK</w:t>
      </w:r>
      <w:bookmarkEnd w:id="1"/>
      <w:r w:rsidR="0076790E">
        <w:t xml:space="preserve"> </w:t>
      </w:r>
      <w:bookmarkEnd w:id="0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C16CA" w:rsidRPr="00AD0C7B" w14:paraId="7C042FC4" w14:textId="77777777" w:rsidTr="005C16C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386511" w14:textId="77777777" w:rsidR="005C16CA" w:rsidRPr="00AD0C7B" w:rsidRDefault="005C16CA" w:rsidP="005C16CA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89FEE3" w14:textId="77777777" w:rsidR="005C16CA" w:rsidRPr="006115D3" w:rsidRDefault="005C16CA" w:rsidP="005C16CA">
            <w:pPr>
              <w:pStyle w:val="Zkratky2"/>
            </w:pPr>
            <w:r>
              <w:t>Elektronický stavební deník</w:t>
            </w:r>
          </w:p>
        </w:tc>
      </w:tr>
      <w:tr w:rsidR="005C16CA" w:rsidRPr="00AD0C7B" w14:paraId="0B87B005" w14:textId="77777777" w:rsidTr="005C16C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6239" w14:textId="77777777" w:rsidR="005C16CA" w:rsidRPr="00AD0C7B" w:rsidRDefault="005C16CA" w:rsidP="005C16CA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29ED76" w14:textId="77777777" w:rsidR="005C16CA" w:rsidRPr="006115D3" w:rsidRDefault="005C16CA" w:rsidP="005C16CA">
            <w:pPr>
              <w:pStyle w:val="Zkratky2"/>
            </w:pPr>
            <w:r>
              <w:t>Opravné a údržbové akce</w:t>
            </w:r>
          </w:p>
        </w:tc>
      </w:tr>
      <w:tr w:rsidR="005C16CA" w:rsidRPr="00AD0C7B" w14:paraId="4047A2DD" w14:textId="77777777" w:rsidTr="005C16C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7875B9" w14:textId="77777777" w:rsidR="005C16CA" w:rsidRPr="00AD0C7B" w:rsidRDefault="005C16CA" w:rsidP="005C16CA">
            <w:pPr>
              <w:pStyle w:val="Zkratky1"/>
            </w:pPr>
            <w:r w:rsidRPr="00D741CF">
              <w:t xml:space="preserve">TUDU </w:t>
            </w:r>
            <w:r w:rsidRPr="00D741C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49261A" w14:textId="77777777" w:rsidR="005C16CA" w:rsidRPr="006115D3" w:rsidRDefault="005C16CA" w:rsidP="005C16CA">
            <w:pPr>
              <w:pStyle w:val="Zkratky2"/>
            </w:pPr>
            <w:r w:rsidRPr="00D741CF">
              <w:t>Traťový a definiční úsek</w:t>
            </w:r>
          </w:p>
        </w:tc>
      </w:tr>
      <w:tr w:rsidR="005C16CA" w:rsidRPr="00AD0C7B" w14:paraId="013FAA51" w14:textId="77777777" w:rsidTr="005C16C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3FD606" w14:textId="77777777" w:rsidR="005C16CA" w:rsidRPr="00AD0C7B" w:rsidRDefault="005C16CA" w:rsidP="005C16CA">
            <w:pPr>
              <w:pStyle w:val="Zkratky1"/>
            </w:pPr>
            <w:r w:rsidRPr="00D741CF">
              <w:t xml:space="preserve">GPK </w:t>
            </w:r>
            <w:r w:rsidRPr="00D741C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026093" w14:textId="77777777" w:rsidR="005C16CA" w:rsidRPr="006115D3" w:rsidRDefault="005C16CA" w:rsidP="005C16CA">
            <w:pPr>
              <w:pStyle w:val="Zkratky2"/>
            </w:pPr>
            <w:r w:rsidRPr="00D741CF">
              <w:t>Geometrické parametry koleje</w:t>
            </w:r>
          </w:p>
        </w:tc>
      </w:tr>
      <w:tr w:rsidR="005C16CA" w:rsidRPr="00AD0C7B" w14:paraId="68469F43" w14:textId="77777777" w:rsidTr="005C16C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75A0C6" w14:textId="77777777" w:rsidR="005C16CA" w:rsidRPr="00D741CF" w:rsidRDefault="005C16CA" w:rsidP="005C16CA">
            <w:pPr>
              <w:pStyle w:val="Zkratky1"/>
            </w:pPr>
            <w:r w:rsidRPr="00D741CF">
              <w:t xml:space="preserve">ASP </w:t>
            </w:r>
            <w:r w:rsidRPr="00D741C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A57A02" w14:textId="77777777" w:rsidR="005C16CA" w:rsidRPr="00D741CF" w:rsidRDefault="005C16CA" w:rsidP="005C16CA">
            <w:pPr>
              <w:pStyle w:val="Zkratky2"/>
            </w:pPr>
            <w:r w:rsidRPr="00D741CF">
              <w:t>Automatická strojní podbíječka</w:t>
            </w:r>
          </w:p>
        </w:tc>
      </w:tr>
      <w:tr w:rsidR="005C16CA" w:rsidRPr="00AD0C7B" w14:paraId="67B251B6" w14:textId="77777777" w:rsidTr="005C16C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58BAA8" w14:textId="77777777" w:rsidR="005C16CA" w:rsidRPr="00D741CF" w:rsidRDefault="005C16CA" w:rsidP="005C16CA">
            <w:pPr>
              <w:pStyle w:val="Zkratky1"/>
            </w:pPr>
            <w:r>
              <w:t>ŠL</w:t>
            </w:r>
            <w:r w:rsidRPr="00D741CF">
              <w:t xml:space="preserve"> </w:t>
            </w:r>
            <w:r w:rsidRPr="00D741C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FDBFC1" w14:textId="77777777" w:rsidR="005C16CA" w:rsidRPr="00D741CF" w:rsidRDefault="005C16CA" w:rsidP="005C16CA">
            <w:pPr>
              <w:pStyle w:val="Zkratky2"/>
            </w:pPr>
            <w:r>
              <w:t>Štěrkové lože</w:t>
            </w:r>
          </w:p>
        </w:tc>
      </w:tr>
      <w:tr w:rsidR="005C16CA" w:rsidRPr="00AD0C7B" w14:paraId="2E338090" w14:textId="77777777" w:rsidTr="005C16C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F5A409" w14:textId="6F195A48" w:rsidR="005C16CA" w:rsidRDefault="005C16CA" w:rsidP="005C16CA">
            <w:pPr>
              <w:pStyle w:val="Zkratky1"/>
            </w:pPr>
            <w:r>
              <w:t>BK……………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A2BCD7" w14:textId="0EFADB64" w:rsidR="005C16CA" w:rsidRDefault="005C16CA" w:rsidP="005C16CA">
            <w:pPr>
              <w:pStyle w:val="Zkratky2"/>
            </w:pPr>
            <w:r>
              <w:t>Bezstyková kolej</w:t>
            </w:r>
          </w:p>
        </w:tc>
      </w:tr>
      <w:tr w:rsidR="005C16CA" w:rsidRPr="00AD0C7B" w14:paraId="79BEDF24" w14:textId="77777777" w:rsidTr="005C16CA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D7E2EA" w14:textId="2D1512FB" w:rsidR="005C16CA" w:rsidRDefault="00F5709B" w:rsidP="005C16CA">
            <w:pPr>
              <w:pStyle w:val="Zkratky1"/>
            </w:pPr>
            <w:r>
              <w:t>ŠD……………</w:t>
            </w:r>
          </w:p>
          <w:p w14:paraId="1C770898" w14:textId="77777777" w:rsidR="005C16CA" w:rsidRDefault="00F5709B" w:rsidP="005C16CA">
            <w:pPr>
              <w:pStyle w:val="Zkratky1"/>
            </w:pPr>
            <w:r>
              <w:t>KSC………….</w:t>
            </w:r>
          </w:p>
          <w:p w14:paraId="5D28F33D" w14:textId="72F525D8" w:rsidR="00F5709B" w:rsidRDefault="00F5709B" w:rsidP="005C16CA">
            <w:pPr>
              <w:pStyle w:val="Zkratky1"/>
            </w:pPr>
            <w:r>
              <w:t>VPS……</w:t>
            </w:r>
            <w:proofErr w:type="gramStart"/>
            <w:r>
              <w:t>…….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E15BF2" w14:textId="5C09C3BC" w:rsidR="005C16CA" w:rsidRDefault="00F5709B" w:rsidP="005C16CA">
            <w:pPr>
              <w:pStyle w:val="Zkratky2"/>
            </w:pPr>
            <w:proofErr w:type="spellStart"/>
            <w:r>
              <w:t>Štěrkodrť</w:t>
            </w:r>
            <w:proofErr w:type="spellEnd"/>
          </w:p>
          <w:p w14:paraId="7DA6ECA5" w14:textId="42E50BC2" w:rsidR="00F5709B" w:rsidRDefault="00F5709B" w:rsidP="005C16CA">
            <w:pPr>
              <w:pStyle w:val="Zkratky2"/>
            </w:pPr>
            <w:r>
              <w:t>Kamenivo zpevněné cementem</w:t>
            </w:r>
          </w:p>
          <w:p w14:paraId="6800DEF3" w14:textId="5FF5DE59" w:rsidR="00F5709B" w:rsidRDefault="00F5709B" w:rsidP="005C16CA">
            <w:pPr>
              <w:pStyle w:val="Zkratky2"/>
            </w:pPr>
            <w:r>
              <w:t>Vedoucí provozního střediska</w:t>
            </w:r>
          </w:p>
          <w:p w14:paraId="57913C30" w14:textId="77777777" w:rsidR="005C16CA" w:rsidRDefault="005C16CA" w:rsidP="005C16CA">
            <w:pPr>
              <w:pStyle w:val="Zkratky2"/>
            </w:pPr>
          </w:p>
        </w:tc>
      </w:tr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A86A8A3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608C1ECE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B54DF3C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1B007352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020507D2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</w:tbl>
    <w:p w14:paraId="78B680FB" w14:textId="77777777" w:rsidR="00F92E3A" w:rsidRDefault="00F92E3A" w:rsidP="003B0494">
      <w:pPr>
        <w:pStyle w:val="Nadpisbezsl1-1"/>
        <w:outlineLvl w:val="0"/>
      </w:pPr>
      <w:bookmarkStart w:id="2" w:name="_Toc138413728"/>
      <w:r w:rsidRPr="00F92E3A"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stavba povolena (DUSL, </w:t>
      </w:r>
      <w:proofErr w:type="gramStart"/>
      <w:r w:rsidRPr="00F92E3A">
        <w:rPr>
          <w:sz w:val="18"/>
          <w:szCs w:val="18"/>
        </w:rPr>
        <w:t>DUSP</w:t>
      </w:r>
      <w:proofErr w:type="gramEnd"/>
      <w:r w:rsidRPr="00F92E3A">
        <w:rPr>
          <w:sz w:val="18"/>
          <w:szCs w:val="18"/>
        </w:rPr>
        <w:t xml:space="preserve">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lastRenderedPageBreak/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38413729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8413730"/>
      <w:r>
        <w:t>Účel a rozsah předmětu Díla</w:t>
      </w:r>
      <w:bookmarkEnd w:id="10"/>
      <w:bookmarkEnd w:id="11"/>
    </w:p>
    <w:p w14:paraId="144B4FC2" w14:textId="6F607D0A" w:rsidR="00DF7BAA" w:rsidRDefault="00DF7BAA" w:rsidP="00DF7BAA">
      <w:pPr>
        <w:pStyle w:val="Text2-1"/>
      </w:pPr>
      <w:r w:rsidRPr="00A16611">
        <w:t xml:space="preserve">Předmětem díla je zhotovení stavby </w:t>
      </w:r>
      <w:r w:rsidR="005C16CA" w:rsidRPr="00F912F4">
        <w:t xml:space="preserve">„Oprava přejezdů v úseku Bzenec </w:t>
      </w:r>
      <w:proofErr w:type="gramStart"/>
      <w:r w:rsidR="005C16CA" w:rsidRPr="00F912F4">
        <w:t>přívoz - Nedakonice</w:t>
      </w:r>
      <w:proofErr w:type="gramEnd"/>
      <w:r w:rsidRPr="00F912F4">
        <w:t>“</w:t>
      </w:r>
      <w:r w:rsidR="00EC4FA5" w:rsidRPr="00F912F4">
        <w:t>,</w:t>
      </w:r>
      <w:r w:rsidRPr="00A16611">
        <w:t xml:space="preserve"> jejímž cílem je </w:t>
      </w:r>
      <w:r w:rsidR="00F912F4">
        <w:t>zlepšení stavu technické infrastruktury v místě železničních přejezdů</w:t>
      </w:r>
      <w:r w:rsidR="009153DB">
        <w:t>.</w:t>
      </w:r>
    </w:p>
    <w:p w14:paraId="54BE5E9E" w14:textId="2ECDA28C" w:rsidR="00F912F4" w:rsidRDefault="00F912F4" w:rsidP="00DF7BAA">
      <w:pPr>
        <w:pStyle w:val="Text2-1"/>
      </w:pPr>
      <w:r>
        <w:t>V přejezdu v km 122,412 v 1. a 2. TK po demontážích betonových dílů přejezdové konstrukce a vyfrézování asfaltobetonových komunikacích</w:t>
      </w:r>
      <w:r w:rsidR="00F5709B">
        <w:t xml:space="preserve"> vč. podkladních vrstev</w:t>
      </w:r>
      <w:r>
        <w:t xml:space="preserve"> dojde k výměně kolejnic 60E2, pražců B91S vč. kompletů (v místě přejezdu s antikorozními upevňovadly), odstranění stávajícího ŠL vč. ŠD</w:t>
      </w:r>
      <w:r w:rsidR="0086597C">
        <w:t>. Zřídí se</w:t>
      </w:r>
      <w:r w:rsidR="00F5709B">
        <w:t xml:space="preserve"> nová vrstva ŠD</w:t>
      </w:r>
      <w:r w:rsidR="0086597C">
        <w:t xml:space="preserve"> vč. </w:t>
      </w:r>
      <w:proofErr w:type="spellStart"/>
      <w:r w:rsidR="0086597C">
        <w:t>geotextílie</w:t>
      </w:r>
      <w:proofErr w:type="spellEnd"/>
      <w:r w:rsidR="0086597C">
        <w:t xml:space="preserve"> (</w:t>
      </w:r>
      <w:proofErr w:type="gramStart"/>
      <w:r w:rsidR="0086597C">
        <w:t>400g</w:t>
      </w:r>
      <w:proofErr w:type="gramEnd"/>
      <w:r w:rsidR="0086597C">
        <w:t>/m2)</w:t>
      </w:r>
      <w:r w:rsidR="00F5709B">
        <w:t xml:space="preserve"> a ŠL. Dojde k Úpravě a Přesné úpravě GPK v 1. a 2. TK dle požadavků VPS, svaření do BK</w:t>
      </w:r>
      <w:r w:rsidR="001145AD">
        <w:t xml:space="preserve">, montáži přejezdové konstrukce </w:t>
      </w:r>
      <w:proofErr w:type="spellStart"/>
      <w:r w:rsidR="001145AD">
        <w:t>Rosehill</w:t>
      </w:r>
      <w:proofErr w:type="spellEnd"/>
      <w:r w:rsidR="003A3803">
        <w:t xml:space="preserve"> vč. závěrných zídek</w:t>
      </w:r>
      <w:r w:rsidR="001145AD">
        <w:t xml:space="preserve"> a zřízení navazujících ložních, podkladních a obrusných asfaltobetonových ploch vč. ŠD.</w:t>
      </w:r>
    </w:p>
    <w:p w14:paraId="5CD71587" w14:textId="64A87E5A" w:rsidR="001145AD" w:rsidRDefault="001145AD" w:rsidP="001145AD">
      <w:pPr>
        <w:pStyle w:val="Text2-1"/>
      </w:pPr>
      <w:r>
        <w:t>V přejezdu v km 129</w:t>
      </w:r>
      <w:r w:rsidR="0015737A">
        <w:t>,656</w:t>
      </w:r>
      <w:r>
        <w:t xml:space="preserve"> v 1. a 2. TK po demontážích betonových dílů přejezdové konstrukce a vyfrézování asfaltobetonových komunikacích vč. podkladních vrstev dojde k výměně kolejnic 60E2, pražců B91S vč. kompletů (v místě přejezdu s antikorozními upevňovadly), odstranění stávají</w:t>
      </w:r>
      <w:r w:rsidR="0086597C">
        <w:t>cího ŠL vč. ŠD. Zřídí se</w:t>
      </w:r>
      <w:r>
        <w:t xml:space="preserve"> nová </w:t>
      </w:r>
      <w:r w:rsidR="0086597C">
        <w:t xml:space="preserve">vrstva ŠD vč. </w:t>
      </w:r>
      <w:proofErr w:type="spellStart"/>
      <w:r w:rsidR="0086597C">
        <w:t>geotextílie</w:t>
      </w:r>
      <w:proofErr w:type="spellEnd"/>
      <w:r w:rsidR="0086597C">
        <w:t xml:space="preserve"> (</w:t>
      </w:r>
      <w:proofErr w:type="gramStart"/>
      <w:r w:rsidR="0086597C">
        <w:t>400g</w:t>
      </w:r>
      <w:proofErr w:type="gramEnd"/>
      <w:r w:rsidR="0086597C">
        <w:t xml:space="preserve">/m2) </w:t>
      </w:r>
      <w:r>
        <w:t xml:space="preserve">a ŠL. Dojde k Úpravě a Přesné úpravě GPK v 1. a 2. TK dle požadavků VPS, svaření do BK, montáži přejezdové konstrukce </w:t>
      </w:r>
      <w:proofErr w:type="spellStart"/>
      <w:r>
        <w:t>Rosehill</w:t>
      </w:r>
      <w:proofErr w:type="spellEnd"/>
      <w:r>
        <w:t xml:space="preserve"> </w:t>
      </w:r>
      <w:r w:rsidR="003A3803">
        <w:t xml:space="preserve">vč. závěrných zídek </w:t>
      </w:r>
      <w:r>
        <w:t>a zřízení navazujících ložních, podkladních a obrusných asfaltobetonových ploch vč. ŠD.</w:t>
      </w:r>
    </w:p>
    <w:p w14:paraId="069AB9A9" w14:textId="77777777" w:rsidR="001145AD" w:rsidRPr="00A16611" w:rsidRDefault="001145AD" w:rsidP="001145AD">
      <w:pPr>
        <w:pStyle w:val="Text2-1"/>
        <w:numPr>
          <w:ilvl w:val="0"/>
          <w:numId w:val="0"/>
        </w:numPr>
        <w:ind w:left="737"/>
      </w:pPr>
    </w:p>
    <w:p w14:paraId="29AAB0CD" w14:textId="319908E7" w:rsidR="00E70AB8" w:rsidRPr="00A16611" w:rsidRDefault="00A16611" w:rsidP="00F52698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Díla </w:t>
      </w:r>
      <w:r w:rsidR="001145AD" w:rsidRPr="001145AD">
        <w:t xml:space="preserve">„Oprava přejezdů v úseku Bzenec </w:t>
      </w:r>
      <w:proofErr w:type="gramStart"/>
      <w:r w:rsidR="001145AD" w:rsidRPr="001145AD">
        <w:t>přívoz - Nedakonice</w:t>
      </w:r>
      <w:proofErr w:type="gramEnd"/>
      <w:r w:rsidRPr="001145AD">
        <w:t>“</w:t>
      </w:r>
      <w:r w:rsidR="001145AD">
        <w:t xml:space="preserve"> je provedení oprav a údržby, vypracování DSPS vč. geodetické části.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8413731"/>
      <w:r>
        <w:t>Umístění stavby</w:t>
      </w:r>
      <w:bookmarkEnd w:id="12"/>
      <w:bookmarkEnd w:id="13"/>
    </w:p>
    <w:p w14:paraId="4DFE4759" w14:textId="5647A5A7" w:rsidR="006972D4" w:rsidRDefault="00DF7BAA" w:rsidP="005A6C0C">
      <w:pPr>
        <w:pStyle w:val="Text2-1"/>
      </w:pPr>
      <w:r>
        <w:t>Stavba</w:t>
      </w:r>
      <w:r w:rsidR="001145AD">
        <w:t xml:space="preserve"> přejezdu v km 122,412</w:t>
      </w:r>
      <w:r>
        <w:t xml:space="preserve"> bude probíhat na trati </w:t>
      </w:r>
      <w:r w:rsidR="001145AD">
        <w:t xml:space="preserve">Břeclav st. Hranice – Přerov TUDU 2401, v Jihomoravském kraji, okresu </w:t>
      </w:r>
      <w:r w:rsidR="0015737A">
        <w:t xml:space="preserve">Hodonín, katastrálním území Bzenec 617270, </w:t>
      </w:r>
      <w:proofErr w:type="spellStart"/>
      <w:r w:rsidR="0015737A">
        <w:t>p.p.č</w:t>
      </w:r>
      <w:proofErr w:type="spellEnd"/>
      <w:r w:rsidR="0015737A">
        <w:t>. 5138/1.</w:t>
      </w:r>
    </w:p>
    <w:p w14:paraId="0BB3AD13" w14:textId="289D4617" w:rsidR="0015737A" w:rsidRDefault="0015737A" w:rsidP="005A6C0C">
      <w:pPr>
        <w:pStyle w:val="Text2-1"/>
      </w:pPr>
      <w:r>
        <w:t xml:space="preserve">Stavba přejezdu v km 129,656 bude probíhat na trati Břeclav st. Hranice – Přerov TUDU 2401, ve Zlínském kraji, okresu Uherské Hradiště, katastrálním území Polešovice 725251, </w:t>
      </w:r>
      <w:proofErr w:type="spellStart"/>
      <w:r>
        <w:t>p.p.č</w:t>
      </w:r>
      <w:proofErr w:type="spellEnd"/>
      <w:r>
        <w:t>. 2250.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8413732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8413733"/>
      <w:r>
        <w:t>Projektová dokumentace</w:t>
      </w:r>
      <w:bookmarkEnd w:id="16"/>
      <w:bookmarkEnd w:id="17"/>
    </w:p>
    <w:p w14:paraId="02BE1DF7" w14:textId="23F80ADA" w:rsidR="00615BEC" w:rsidRPr="0015737A" w:rsidRDefault="00776DD2" w:rsidP="0015737A">
      <w:pPr>
        <w:pStyle w:val="ZTPinfo-text-odr"/>
        <w:numPr>
          <w:ilvl w:val="0"/>
          <w:numId w:val="0"/>
        </w:numPr>
        <w:ind w:left="709"/>
        <w:rPr>
          <w:color w:val="auto"/>
        </w:rPr>
      </w:pPr>
      <w:bookmarkStart w:id="18" w:name="_Hlk121215263"/>
      <w:r w:rsidRPr="0015737A">
        <w:rPr>
          <w:i w:val="0"/>
          <w:color w:val="auto"/>
        </w:rPr>
        <w:t xml:space="preserve">Projektová dokumentace na stavbu </w:t>
      </w:r>
      <w:r w:rsidR="0015737A" w:rsidRPr="0015737A">
        <w:rPr>
          <w:i w:val="0"/>
          <w:color w:val="auto"/>
        </w:rPr>
        <w:t xml:space="preserve">„Oprava přejezdů v úseku Bzenec </w:t>
      </w:r>
      <w:proofErr w:type="gramStart"/>
      <w:r w:rsidR="0015737A" w:rsidRPr="0015737A">
        <w:rPr>
          <w:i w:val="0"/>
          <w:color w:val="auto"/>
        </w:rPr>
        <w:t>přívoz - Nedakonice</w:t>
      </w:r>
      <w:proofErr w:type="gramEnd"/>
      <w:r w:rsidRPr="0015737A">
        <w:rPr>
          <w:i w:val="0"/>
          <w:color w:val="auto"/>
        </w:rPr>
        <w:t xml:space="preserve">“, není vyhotovena. Její obsah nahrazuje Díl 3 Zadávací dokumentace – </w:t>
      </w:r>
      <w:r w:rsidR="0015737A">
        <w:rPr>
          <w:i w:val="0"/>
          <w:color w:val="auto"/>
        </w:rPr>
        <w:t>Popis prací</w:t>
      </w:r>
      <w:r w:rsidRPr="0015737A">
        <w:rPr>
          <w:i w:val="0"/>
          <w:color w:val="auto"/>
        </w:rPr>
        <w:t xml:space="preserve"> a Díl 4 Položkový soupis prací s výkazem výměr.</w:t>
      </w:r>
      <w:r w:rsidR="00615BEC" w:rsidRPr="0015737A">
        <w:rPr>
          <w:color w:val="auto"/>
        </w:rPr>
        <w:t xml:space="preserve"> </w:t>
      </w:r>
    </w:p>
    <w:p w14:paraId="52904154" w14:textId="77777777" w:rsidR="00DF7BAA" w:rsidRDefault="00DF7BAA" w:rsidP="00DF7BAA">
      <w:pPr>
        <w:pStyle w:val="Nadpis2-2"/>
      </w:pPr>
      <w:bookmarkStart w:id="19" w:name="_Toc6410434"/>
      <w:bookmarkStart w:id="20" w:name="_Toc138413734"/>
      <w:bookmarkEnd w:id="18"/>
      <w:r>
        <w:t>Související dokumentace</w:t>
      </w:r>
      <w:bookmarkEnd w:id="19"/>
      <w:bookmarkEnd w:id="20"/>
    </w:p>
    <w:p w14:paraId="032720FE" w14:textId="77777777" w:rsidR="00615BEC" w:rsidRPr="009654F3" w:rsidRDefault="00615BEC" w:rsidP="00615BEC">
      <w:pPr>
        <w:pStyle w:val="Text2-1"/>
      </w:pPr>
      <w:r w:rsidRPr="00615BEC">
        <w:t xml:space="preserve">Stavební povolení č.j.: </w:t>
      </w:r>
      <w:r w:rsidRPr="009654F3">
        <w:t>………………</w:t>
      </w:r>
      <w:proofErr w:type="gramStart"/>
      <w:r w:rsidRPr="009654F3">
        <w:t>…….</w:t>
      </w:r>
      <w:proofErr w:type="gramEnd"/>
      <w:r w:rsidRPr="009654F3">
        <w:t xml:space="preserve">. ze dne ………………………… </w:t>
      </w:r>
    </w:p>
    <w:p w14:paraId="0F2962DA" w14:textId="77777777" w:rsidR="00D4656A" w:rsidRDefault="00D4656A" w:rsidP="00D4656A">
      <w:pPr>
        <w:pStyle w:val="Textbezslovn"/>
      </w:pPr>
      <w:r w:rsidRPr="009654F3">
        <w:t>Č.j. a datum stavebního povolení bude doplněno před zadáním veřejné zakázky. Stavební povolení bude předáno bez zbytečného odkladu před podpisem Smlouvy vítěznému uchazeči.</w:t>
      </w:r>
      <w:r>
        <w:t xml:space="preserve"> </w:t>
      </w:r>
    </w:p>
    <w:p w14:paraId="6F27E273" w14:textId="58FAC7C5" w:rsidR="001D35FE" w:rsidRPr="008975AC" w:rsidRDefault="001D35FE" w:rsidP="00084FD5">
      <w:pPr>
        <w:pStyle w:val="Text2-1"/>
        <w:numPr>
          <w:ilvl w:val="0"/>
          <w:numId w:val="0"/>
        </w:numPr>
        <w:ind w:left="737"/>
      </w:pPr>
      <w:bookmarkStart w:id="21" w:name="_Hlk121215475"/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38413735"/>
      <w:bookmarkEnd w:id="21"/>
      <w:r>
        <w:t>KOORDINACE S JINÝMI STAVBAMI</w:t>
      </w:r>
      <w:bookmarkEnd w:id="22"/>
      <w:bookmarkEnd w:id="23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9654F3" w:rsidRDefault="00A10D37" w:rsidP="00A10D37">
      <w:pPr>
        <w:pStyle w:val="Text2-1"/>
      </w:pPr>
      <w:r w:rsidRPr="009654F3">
        <w:t xml:space="preserve">U této </w:t>
      </w:r>
      <w:r w:rsidR="00234F48" w:rsidRPr="009654F3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38413736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38413737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77777777" w:rsidR="00DF7856" w:rsidRPr="008F2795" w:rsidRDefault="00DF7856" w:rsidP="00DF7856">
      <w:pPr>
        <w:pStyle w:val="Text2-2"/>
      </w:pPr>
      <w:r w:rsidRPr="008F2795">
        <w:t>Čl. 1.11.5.1 TKP, odst. 3 se mění takto:</w:t>
      </w:r>
    </w:p>
    <w:p w14:paraId="75E57AD6" w14:textId="574BAFAD" w:rsidR="00DF7856" w:rsidRPr="008F2795" w:rsidRDefault="00DF7856" w:rsidP="004C1240">
      <w:pPr>
        <w:pStyle w:val="Text2-2"/>
        <w:numPr>
          <w:ilvl w:val="0"/>
          <w:numId w:val="0"/>
        </w:numPr>
        <w:ind w:left="1701"/>
      </w:pPr>
      <w:r w:rsidRPr="008F2795">
        <w:t xml:space="preserve">Předání Dokumentace skutečného provedení stavby týkající se díla Zhotovitelem Objednateli proběhne </w:t>
      </w:r>
      <w:r w:rsidRPr="008F2795">
        <w:rPr>
          <w:b/>
        </w:rPr>
        <w:t>v listinné podobě ve třech vyhotoveních</w:t>
      </w:r>
      <w:r w:rsidRPr="008F2795">
        <w:t xml:space="preserve"> pro technickou část do 2 měsíců, pro souborné zpracování geodetické části do 2 měsíců a kompletní </w:t>
      </w:r>
      <w:r w:rsidRPr="008F2795">
        <w:rPr>
          <w:b/>
        </w:rPr>
        <w:t>dokumentace v elektronické podobě v rozsahu dle čl. 4.1.</w:t>
      </w:r>
      <w:r w:rsidR="001456A2" w:rsidRPr="008F2795">
        <w:rPr>
          <w:b/>
        </w:rPr>
        <w:t>2.</w:t>
      </w:r>
      <w:r w:rsidRPr="008F2795">
        <w:rPr>
          <w:b/>
        </w:rPr>
        <w:t>30</w:t>
      </w:r>
      <w:r w:rsidR="00C4162B" w:rsidRPr="008F2795">
        <w:rPr>
          <w:b/>
        </w:rPr>
        <w:t xml:space="preserve"> </w:t>
      </w:r>
      <w:r w:rsidRPr="008F2795">
        <w:rPr>
          <w:b/>
        </w:rPr>
        <w:t>těchto ZTP</w:t>
      </w:r>
      <w:r w:rsidRPr="008F2795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8F2795" w:rsidRDefault="004C1240" w:rsidP="004C1240">
      <w:pPr>
        <w:pStyle w:val="Text2-2"/>
      </w:pPr>
      <w:r w:rsidRPr="008F2795">
        <w:t>ČL 1.11.5.1 TKP, odst. 6 se mění takto:</w:t>
      </w:r>
    </w:p>
    <w:p w14:paraId="2A2ECA97" w14:textId="77777777" w:rsidR="004C1240" w:rsidRPr="008F2795" w:rsidRDefault="004C1240" w:rsidP="004C1240">
      <w:pPr>
        <w:pStyle w:val="Text2-2"/>
        <w:numPr>
          <w:ilvl w:val="0"/>
          <w:numId w:val="0"/>
        </w:numPr>
        <w:ind w:left="1701"/>
      </w:pPr>
      <w:r w:rsidRPr="008F2795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8F2795" w:rsidRDefault="004C1240" w:rsidP="00484F28">
      <w:pPr>
        <w:pStyle w:val="Text2-2"/>
        <w:numPr>
          <w:ilvl w:val="0"/>
          <w:numId w:val="22"/>
        </w:numPr>
      </w:pPr>
      <w:r w:rsidRPr="008F2795">
        <w:t>kompletní dokumentace stavby v otevřené formě</w:t>
      </w:r>
    </w:p>
    <w:p w14:paraId="19A3DA3F" w14:textId="7E66C78D" w:rsidR="004C1240" w:rsidRPr="008F2795" w:rsidRDefault="004C1240" w:rsidP="00484F28">
      <w:pPr>
        <w:pStyle w:val="Text2-2"/>
        <w:numPr>
          <w:ilvl w:val="0"/>
          <w:numId w:val="22"/>
        </w:numPr>
      </w:pPr>
      <w:r w:rsidRPr="008F2795">
        <w:t>kompletní dokumentace stavby v uzavřené formě</w:t>
      </w:r>
    </w:p>
    <w:p w14:paraId="3DF85E15" w14:textId="52805890" w:rsidR="004C1240" w:rsidRPr="008F2795" w:rsidRDefault="00672F4D" w:rsidP="00484F28">
      <w:pPr>
        <w:pStyle w:val="Text2-2"/>
        <w:numPr>
          <w:ilvl w:val="0"/>
          <w:numId w:val="22"/>
        </w:numPr>
      </w:pPr>
      <w:r w:rsidRPr="008F2795">
        <w:t xml:space="preserve">kompletní dokumentace stavby </w:t>
      </w:r>
      <w:r w:rsidR="004C1240" w:rsidRPr="008F2795">
        <w:t xml:space="preserve">ve struktuře </w:t>
      </w:r>
      <w:proofErr w:type="spellStart"/>
      <w:r w:rsidR="004C1240" w:rsidRPr="008F2795">
        <w:t>Tree</w:t>
      </w:r>
      <w:r w:rsidRPr="008F2795">
        <w:t>I</w:t>
      </w:r>
      <w:r w:rsidR="004C1240" w:rsidRPr="008F2795">
        <w:t>nfo</w:t>
      </w:r>
      <w:proofErr w:type="spellEnd"/>
      <w:r w:rsidR="004C1240" w:rsidRPr="008F2795">
        <w:t xml:space="preserve"> (</w:t>
      </w:r>
      <w:proofErr w:type="spellStart"/>
      <w:r w:rsidR="004C1240" w:rsidRPr="008F2795">
        <w:t>InvestDokument</w:t>
      </w:r>
      <w:proofErr w:type="spellEnd"/>
      <w:r w:rsidR="004C1240" w:rsidRPr="008F2795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lastRenderedPageBreak/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>
        <w:t xml:space="preserve">Objednatel se zavazuje zajistit Zhotoviteli právo užívání Staveniště, </w:t>
      </w:r>
      <w:r w:rsidRPr="008F2795">
        <w:t>včetně železniční dopravní cesty,</w:t>
      </w:r>
      <w:r>
        <w:t xml:space="preserve">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lastRenderedPageBreak/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0F068EE" w14:textId="77777777" w:rsidR="00F72FDF" w:rsidRPr="00A32C73" w:rsidRDefault="00F72FDF" w:rsidP="005220AF">
      <w:pPr>
        <w:pStyle w:val="Text2-2"/>
      </w:pPr>
      <w:r w:rsidRPr="00A32C73">
        <w:t xml:space="preserve">Zhotovitel se zavazuje zajistit v maximální možné míře zřizování </w:t>
      </w:r>
      <w:r w:rsidRPr="00A32C73">
        <w:rPr>
          <w:b/>
        </w:rPr>
        <w:t>ucelených úseků kolejového lože</w:t>
      </w:r>
      <w:r w:rsidRPr="00A32C73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A32C73" w:rsidRDefault="00744694" w:rsidP="00F21EDB">
      <w:pPr>
        <w:pStyle w:val="Text2-2"/>
      </w:pPr>
      <w:r w:rsidRPr="00A32C73">
        <w:t xml:space="preserve">Zhotovitel je oprávněn ukládat kamenivo před použitím v rámci Díla (nové, vyzískané i recyklované) na </w:t>
      </w:r>
      <w:proofErr w:type="spellStart"/>
      <w:r w:rsidRPr="00A32C73">
        <w:t>mezideponii</w:t>
      </w:r>
      <w:proofErr w:type="spellEnd"/>
      <w:r w:rsidRPr="00A32C73">
        <w:t xml:space="preserve"> určenou TDS, až po převzetí úpravy plochy </w:t>
      </w:r>
      <w:proofErr w:type="spellStart"/>
      <w:r w:rsidRPr="00A32C73">
        <w:t>mezideponie</w:t>
      </w:r>
      <w:proofErr w:type="spellEnd"/>
      <w:r w:rsidRPr="00A32C73">
        <w:t xml:space="preserve"> ze strany TDS, potvrzené zápisem ve Stavebním deníku. V případě, že je </w:t>
      </w:r>
      <w:proofErr w:type="spellStart"/>
      <w:r w:rsidRPr="00A32C73">
        <w:t>deponie</w:t>
      </w:r>
      <w:proofErr w:type="spellEnd"/>
      <w:r w:rsidRPr="00A32C73">
        <w:t xml:space="preserve"> kameniva pojížděna dopravními prostředky v rozporu s TKP, je Zhotovitel povinen na vyzvání TDS prokázat na vlastní náklady </w:t>
      </w:r>
      <w:proofErr w:type="spellStart"/>
      <w:r w:rsidRPr="00A32C73">
        <w:t>ostrohrannost</w:t>
      </w:r>
      <w:proofErr w:type="spellEnd"/>
      <w:r w:rsidRPr="00A32C73">
        <w:t xml:space="preserve"> kameniva a zaoblenost hran dle OTP Kamenivo pro kolejové lože železničních drah čj.38992/2020-SŽ-GŘ-O13. Počet a místa odběru zkušebních vzorků určí TDS.</w:t>
      </w:r>
    </w:p>
    <w:p w14:paraId="36981C7B" w14:textId="77777777" w:rsidR="00FD0503" w:rsidRPr="00A32C73" w:rsidRDefault="00FD0503" w:rsidP="005220AF">
      <w:pPr>
        <w:pStyle w:val="Text2-2"/>
      </w:pPr>
      <w:r w:rsidRPr="00A32C73">
        <w:rPr>
          <w:b/>
        </w:rPr>
        <w:t>Souborné zpracování geodetické části DSPS</w:t>
      </w:r>
      <w:r w:rsidRPr="00A32C73">
        <w:t xml:space="preserve"> bude předáno Objednateli v listinné a elektronické podobě v tomto členění:</w:t>
      </w:r>
    </w:p>
    <w:p w14:paraId="04895C1A" w14:textId="77777777" w:rsidR="00FD0503" w:rsidRPr="00A32C73" w:rsidRDefault="00FD0503" w:rsidP="00F21EDB">
      <w:pPr>
        <w:pStyle w:val="Text2-2"/>
        <w:numPr>
          <w:ilvl w:val="4"/>
          <w:numId w:val="14"/>
        </w:numPr>
      </w:pPr>
      <w:r w:rsidRPr="00A32C73">
        <w:t>Technická zpráva a Předávací protokol (ve formátu *.</w:t>
      </w:r>
      <w:proofErr w:type="spellStart"/>
      <w:r w:rsidRPr="00A32C73">
        <w:t>pdf</w:t>
      </w:r>
      <w:proofErr w:type="spellEnd"/>
      <w:r w:rsidRPr="00A32C73">
        <w:t>),</w:t>
      </w:r>
    </w:p>
    <w:p w14:paraId="249EF484" w14:textId="77777777" w:rsidR="00FD0503" w:rsidRPr="00A32C73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A32C73">
        <w:rPr>
          <w:sz w:val="18"/>
          <w:szCs w:val="18"/>
        </w:rPr>
        <w:t>Přehled kladu mapových listů JŽM a bodového pole v M 1:10000 formát *.</w:t>
      </w:r>
      <w:proofErr w:type="spellStart"/>
      <w:r w:rsidRPr="00A32C73">
        <w:rPr>
          <w:sz w:val="18"/>
          <w:szCs w:val="18"/>
        </w:rPr>
        <w:t>dgn</w:t>
      </w:r>
      <w:proofErr w:type="spellEnd"/>
      <w:r w:rsidRPr="00A32C73">
        <w:rPr>
          <w:sz w:val="18"/>
          <w:szCs w:val="18"/>
        </w:rPr>
        <w:t xml:space="preserve"> a *.</w:t>
      </w:r>
      <w:proofErr w:type="spellStart"/>
      <w:r w:rsidRPr="00A32C73">
        <w:rPr>
          <w:sz w:val="18"/>
          <w:szCs w:val="18"/>
        </w:rPr>
        <w:t>pdf</w:t>
      </w:r>
      <w:proofErr w:type="spellEnd"/>
      <w:r w:rsidRPr="00A32C73">
        <w:rPr>
          <w:sz w:val="18"/>
          <w:szCs w:val="18"/>
        </w:rPr>
        <w:t>),</w:t>
      </w:r>
    </w:p>
    <w:p w14:paraId="01171FBC" w14:textId="77777777" w:rsidR="00FD0503" w:rsidRPr="00A32C73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A32C73">
        <w:rPr>
          <w:sz w:val="18"/>
          <w:szCs w:val="18"/>
        </w:rPr>
        <w:t>Elaborát bodového pole:</w:t>
      </w:r>
    </w:p>
    <w:p w14:paraId="6F29101D" w14:textId="77777777" w:rsidR="00FD0503" w:rsidRPr="00A32C73" w:rsidRDefault="00FD0503" w:rsidP="00F21EDB">
      <w:pPr>
        <w:pStyle w:val="Text2-2"/>
        <w:numPr>
          <w:ilvl w:val="5"/>
          <w:numId w:val="14"/>
        </w:numPr>
      </w:pPr>
      <w:r w:rsidRPr="00A32C73">
        <w:t>dokumentace po stavbě předaného ŽBP do správy SŽG, zřízeného v souladu Metodickým pokynem SŽDC M20/MP007</w:t>
      </w:r>
      <w:r w:rsidR="007F5DDD" w:rsidRPr="00A32C73">
        <w:t xml:space="preserve"> Železniční bodové pole </w:t>
      </w:r>
      <w:r w:rsidRPr="00A32C73">
        <w:t>(způsob stabilizace, měření, zpracování, obsah dokumentace),</w:t>
      </w:r>
    </w:p>
    <w:p w14:paraId="155C17CF" w14:textId="77777777" w:rsidR="00FD0503" w:rsidRPr="00A32C73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A32C73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A32C73" w:rsidRDefault="00252A5C" w:rsidP="00F21EDB">
      <w:pPr>
        <w:pStyle w:val="Text2-2"/>
        <w:numPr>
          <w:ilvl w:val="4"/>
          <w:numId w:val="14"/>
        </w:numPr>
      </w:pPr>
      <w:r w:rsidRPr="00A32C73">
        <w:t>Seznamy souřadnic podrobných bodů (ve formátu *.</w:t>
      </w:r>
      <w:proofErr w:type="spellStart"/>
      <w:r w:rsidRPr="00A32C73">
        <w:t>txt</w:t>
      </w:r>
      <w:proofErr w:type="spellEnd"/>
      <w:r w:rsidRPr="00A32C73">
        <w:t>):</w:t>
      </w:r>
    </w:p>
    <w:p w14:paraId="62DB22EE" w14:textId="77777777" w:rsidR="00252A5C" w:rsidRPr="00A32C73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A32C73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A32C73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A32C73" w:rsidRDefault="00252A5C" w:rsidP="00F21EDB">
      <w:pPr>
        <w:pStyle w:val="Text2-2"/>
        <w:numPr>
          <w:ilvl w:val="5"/>
          <w:numId w:val="14"/>
        </w:numPr>
      </w:pPr>
      <w:r w:rsidRPr="00A32C73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A32C73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A32C73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A32C73" w:rsidRDefault="00252A5C" w:rsidP="00F21EDB">
      <w:pPr>
        <w:pStyle w:val="Text2-2"/>
        <w:numPr>
          <w:ilvl w:val="4"/>
          <w:numId w:val="14"/>
        </w:numPr>
      </w:pPr>
      <w:r w:rsidRPr="00A32C73">
        <w:t>Výkresové soubory (ve formátu *.</w:t>
      </w:r>
      <w:proofErr w:type="spellStart"/>
      <w:r w:rsidRPr="00A32C73">
        <w:t>dgn</w:t>
      </w:r>
      <w:proofErr w:type="spellEnd"/>
      <w:r w:rsidRPr="00A32C73">
        <w:t>). Název souboru musí začínat „DSPS_PVS_, KN_, NH_, PS_ nebo SO_“:</w:t>
      </w:r>
    </w:p>
    <w:p w14:paraId="16B6725F" w14:textId="77777777" w:rsidR="00443D42" w:rsidRPr="00A32C73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A32C73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A32C73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A32C73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A32C73" w:rsidRDefault="00443D42" w:rsidP="00F21EDB">
      <w:pPr>
        <w:pStyle w:val="Text2-2"/>
        <w:numPr>
          <w:ilvl w:val="5"/>
          <w:numId w:val="14"/>
        </w:numPr>
      </w:pPr>
      <w:r w:rsidRPr="00A32C73">
        <w:t>Výkres v M 1:1000 se zákresem platné mapy KN,</w:t>
      </w:r>
    </w:p>
    <w:p w14:paraId="52AE6075" w14:textId="77777777" w:rsidR="00443D42" w:rsidRPr="00A32C73" w:rsidRDefault="00443D42" w:rsidP="00F21EDB">
      <w:pPr>
        <w:pStyle w:val="Text2-2"/>
        <w:numPr>
          <w:ilvl w:val="5"/>
          <w:numId w:val="14"/>
        </w:numPr>
      </w:pPr>
      <w:r w:rsidRPr="00A32C73">
        <w:t>Výkres v M 1:1000 se zákresem nové hranice ČD, SŽ po stavbě.</w:t>
      </w:r>
    </w:p>
    <w:p w14:paraId="06B758E6" w14:textId="77777777" w:rsidR="00443D42" w:rsidRPr="00A32C73" w:rsidRDefault="00443D42" w:rsidP="00F21EDB">
      <w:pPr>
        <w:pStyle w:val="Text2-2"/>
        <w:numPr>
          <w:ilvl w:val="4"/>
          <w:numId w:val="14"/>
        </w:numPr>
      </w:pPr>
      <w:r w:rsidRPr="00A32C73">
        <w:t>Předané geodetické části DSPS jednotlivých PS a SO</w:t>
      </w:r>
    </w:p>
    <w:p w14:paraId="42DA34B7" w14:textId="77777777" w:rsidR="00443D42" w:rsidRPr="00A32C73" w:rsidRDefault="00443D42" w:rsidP="00F21EDB">
      <w:pPr>
        <w:pStyle w:val="Text2-2"/>
        <w:numPr>
          <w:ilvl w:val="5"/>
          <w:numId w:val="14"/>
        </w:numPr>
      </w:pPr>
      <w:r w:rsidRPr="00A32C73">
        <w:t>Seznam čísel a názvů PS a SO s uvedením zhotovitele geodetické části DSPS jednotlivých PS a SO (ve formátu *.</w:t>
      </w:r>
      <w:proofErr w:type="spellStart"/>
      <w:r w:rsidRPr="00A32C73">
        <w:t>xlsx</w:t>
      </w:r>
      <w:proofErr w:type="spellEnd"/>
      <w:r w:rsidRPr="00A32C73">
        <w:t>),</w:t>
      </w:r>
    </w:p>
    <w:p w14:paraId="48251D0F" w14:textId="77777777" w:rsidR="006C0E7C" w:rsidRPr="00A32C73" w:rsidRDefault="00443D42" w:rsidP="00F21EDB">
      <w:pPr>
        <w:pStyle w:val="Text2-2"/>
        <w:numPr>
          <w:ilvl w:val="5"/>
          <w:numId w:val="14"/>
        </w:numPr>
      </w:pPr>
      <w:r w:rsidRPr="00A32C73">
        <w:lastRenderedPageBreak/>
        <w:t>TZ k jednotlivým PS a SO (ve formátu *.</w:t>
      </w:r>
      <w:proofErr w:type="spellStart"/>
      <w:r w:rsidRPr="00A32C73">
        <w:t>pdf</w:t>
      </w:r>
      <w:proofErr w:type="spellEnd"/>
      <w:r w:rsidRPr="00A32C73">
        <w:t>),</w:t>
      </w:r>
    </w:p>
    <w:p w14:paraId="52D8945A" w14:textId="77777777" w:rsidR="0093323A" w:rsidRPr="00A32C73" w:rsidRDefault="0093323A" w:rsidP="00F21EDB">
      <w:pPr>
        <w:pStyle w:val="Text2-2"/>
        <w:numPr>
          <w:ilvl w:val="5"/>
          <w:numId w:val="14"/>
        </w:numPr>
      </w:pPr>
      <w:r w:rsidRPr="00A32C73">
        <w:t>Seznam souřadnic, výšek a charakteristik podrobných bodů k jednotlivým SO a PS (ve formátu *.</w:t>
      </w:r>
      <w:proofErr w:type="spellStart"/>
      <w:r w:rsidRPr="00A32C73">
        <w:t>txt</w:t>
      </w:r>
      <w:proofErr w:type="spellEnd"/>
      <w:r w:rsidR="007F5DDD" w:rsidRPr="00A32C73">
        <w:t>),</w:t>
      </w:r>
    </w:p>
    <w:p w14:paraId="59C01A9C" w14:textId="77777777" w:rsidR="0093323A" w:rsidRPr="00A32C73" w:rsidRDefault="0093323A" w:rsidP="00F21EDB">
      <w:pPr>
        <w:pStyle w:val="Text2-2"/>
        <w:numPr>
          <w:ilvl w:val="5"/>
          <w:numId w:val="14"/>
        </w:numPr>
      </w:pPr>
      <w:r w:rsidRPr="00A32C73">
        <w:t>Výpočetní protokol a editované zápisníky ve formátu *.</w:t>
      </w:r>
      <w:proofErr w:type="spellStart"/>
      <w:r w:rsidRPr="00A32C73">
        <w:t>txt</w:t>
      </w:r>
      <w:proofErr w:type="spellEnd"/>
      <w:r w:rsidRPr="00A32C73">
        <w:t>; originální zápisníky ve formátu stroje, doložení splnění požadované přesnosti, kalibrační listy, fotodokumentace a další,</w:t>
      </w:r>
    </w:p>
    <w:p w14:paraId="39C9AB50" w14:textId="77777777" w:rsidR="0093323A" w:rsidRPr="00A32C73" w:rsidRDefault="0093323A" w:rsidP="00F21EDB">
      <w:pPr>
        <w:pStyle w:val="Text2-2"/>
        <w:numPr>
          <w:ilvl w:val="5"/>
          <w:numId w:val="14"/>
        </w:numPr>
      </w:pPr>
      <w:r w:rsidRPr="00A32C73">
        <w:t>Výkresy jednotlivých PS a SO v M 1:1000 (ve formátu *.</w:t>
      </w:r>
      <w:proofErr w:type="spellStart"/>
      <w:r w:rsidRPr="00A32C73">
        <w:t>dgn</w:t>
      </w:r>
      <w:proofErr w:type="spellEnd"/>
      <w:r w:rsidRPr="00A32C73">
        <w:t xml:space="preserve"> a *.</w:t>
      </w:r>
      <w:proofErr w:type="spellStart"/>
      <w:r w:rsidRPr="00A32C73">
        <w:t>pdf</w:t>
      </w:r>
      <w:proofErr w:type="spellEnd"/>
      <w:r w:rsidRPr="00A32C73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A32C73" w:rsidRDefault="005220AF" w:rsidP="00F21EDB">
      <w:pPr>
        <w:pStyle w:val="Text2-2"/>
        <w:numPr>
          <w:ilvl w:val="5"/>
          <w:numId w:val="14"/>
        </w:numPr>
      </w:pPr>
      <w:r w:rsidRPr="00A32C73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A32C73" w:rsidRDefault="005220AF" w:rsidP="00F21EDB">
      <w:pPr>
        <w:pStyle w:val="Text2-2"/>
        <w:numPr>
          <w:ilvl w:val="4"/>
          <w:numId w:val="14"/>
        </w:numPr>
      </w:pPr>
      <w:r w:rsidRPr="00A32C73">
        <w:t>Geometrické plány</w:t>
      </w:r>
    </w:p>
    <w:p w14:paraId="2517EEEB" w14:textId="77777777" w:rsidR="005220AF" w:rsidRPr="00A32C73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A32C73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A32C73" w:rsidRDefault="005220AF" w:rsidP="00F21EDB">
      <w:pPr>
        <w:pStyle w:val="Text2-2"/>
        <w:numPr>
          <w:ilvl w:val="5"/>
          <w:numId w:val="14"/>
        </w:numPr>
        <w:spacing w:after="240"/>
      </w:pPr>
      <w:r w:rsidRPr="00A32C73">
        <w:t xml:space="preserve">Geometrické plány a přílohy dle </w:t>
      </w:r>
      <w:proofErr w:type="spellStart"/>
      <w:r w:rsidRPr="00A32C73">
        <w:t>podčlánku</w:t>
      </w:r>
      <w:proofErr w:type="spellEnd"/>
      <w:r w:rsidRPr="00A32C73">
        <w:t xml:space="preserve"> 1.7.3.5 Kapitoly 1 TKP.</w:t>
      </w:r>
    </w:p>
    <w:p w14:paraId="7566AFC7" w14:textId="77777777" w:rsidR="005220AF" w:rsidRPr="00A32C73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A32C73">
        <w:rPr>
          <w:sz w:val="18"/>
          <w:szCs w:val="18"/>
        </w:rPr>
        <w:t xml:space="preserve">Dokumentace definitivního zajištění koleje dle předpisu SŽDC S3 Železniční svršek, Díl III Zajištění prostorové polohy koleje (ve formátu </w:t>
      </w:r>
      <w:proofErr w:type="gramStart"/>
      <w:r w:rsidRPr="00A32C73">
        <w:rPr>
          <w:sz w:val="18"/>
          <w:szCs w:val="18"/>
        </w:rPr>
        <w:t>*.</w:t>
      </w:r>
      <w:proofErr w:type="spellStart"/>
      <w:r w:rsidRPr="00A32C73">
        <w:rPr>
          <w:sz w:val="18"/>
          <w:szCs w:val="18"/>
        </w:rPr>
        <w:t>docx</w:t>
      </w:r>
      <w:proofErr w:type="spellEnd"/>
      <w:r w:rsidRPr="00A32C73">
        <w:rPr>
          <w:sz w:val="18"/>
          <w:szCs w:val="18"/>
        </w:rPr>
        <w:t>,*.</w:t>
      </w:r>
      <w:proofErr w:type="spellStart"/>
      <w:r w:rsidRPr="00A32C73">
        <w:rPr>
          <w:sz w:val="18"/>
          <w:szCs w:val="18"/>
        </w:rPr>
        <w:t>xlsx</w:t>
      </w:r>
      <w:proofErr w:type="spellEnd"/>
      <w:proofErr w:type="gramEnd"/>
      <w:r w:rsidRPr="00A32C73">
        <w:rPr>
          <w:sz w:val="18"/>
          <w:szCs w:val="18"/>
        </w:rPr>
        <w:t>, *.</w:t>
      </w:r>
      <w:proofErr w:type="spellStart"/>
      <w:r w:rsidRPr="00A32C73">
        <w:rPr>
          <w:sz w:val="18"/>
          <w:szCs w:val="18"/>
        </w:rPr>
        <w:t>dwg</w:t>
      </w:r>
      <w:proofErr w:type="spellEnd"/>
      <w:r w:rsidRPr="00A32C73">
        <w:rPr>
          <w:sz w:val="18"/>
          <w:szCs w:val="18"/>
        </w:rPr>
        <w:t>, *.</w:t>
      </w:r>
      <w:proofErr w:type="spellStart"/>
      <w:r w:rsidRPr="00A32C73">
        <w:rPr>
          <w:sz w:val="18"/>
          <w:szCs w:val="18"/>
        </w:rPr>
        <w:t>dng</w:t>
      </w:r>
      <w:proofErr w:type="spellEnd"/>
      <w:r w:rsidRPr="00A32C73">
        <w:rPr>
          <w:sz w:val="18"/>
          <w:szCs w:val="18"/>
        </w:rPr>
        <w:t>, případně *.</w:t>
      </w:r>
      <w:proofErr w:type="spellStart"/>
      <w:r w:rsidRPr="00A32C73">
        <w:rPr>
          <w:sz w:val="18"/>
          <w:szCs w:val="18"/>
        </w:rPr>
        <w:t>dfx</w:t>
      </w:r>
      <w:proofErr w:type="spellEnd"/>
      <w:r w:rsidRPr="00A32C73">
        <w:rPr>
          <w:sz w:val="18"/>
          <w:szCs w:val="18"/>
        </w:rPr>
        <w:t xml:space="preserve"> a *.</w:t>
      </w:r>
      <w:proofErr w:type="spellStart"/>
      <w:r w:rsidRPr="00A32C73">
        <w:rPr>
          <w:sz w:val="18"/>
          <w:szCs w:val="18"/>
        </w:rPr>
        <w:t>pdf</w:t>
      </w:r>
      <w:proofErr w:type="spellEnd"/>
      <w:r w:rsidRPr="00A32C73">
        <w:rPr>
          <w:sz w:val="18"/>
          <w:szCs w:val="18"/>
        </w:rPr>
        <w:t>).</w:t>
      </w:r>
    </w:p>
    <w:p w14:paraId="7F724E90" w14:textId="51E6C532" w:rsidR="009F244D" w:rsidRPr="00A32C73" w:rsidRDefault="009F244D" w:rsidP="009F244D">
      <w:pPr>
        <w:pStyle w:val="Text2-2"/>
      </w:pPr>
      <w:r w:rsidRPr="00A32C73">
        <w:t>V listinné podobě bude DSPS předána v rozsahu čl. 4.1.</w:t>
      </w:r>
      <w:r w:rsidR="00FD5F18" w:rsidRPr="00A32C73">
        <w:t>3.</w:t>
      </w:r>
      <w:r w:rsidR="00A32C73" w:rsidRPr="00A32C73">
        <w:t>25</w:t>
      </w:r>
      <w:r w:rsidRPr="00A32C73">
        <w:t xml:space="preserve"> těchto ZTP dle části a), e), </w:t>
      </w:r>
      <w:proofErr w:type="gramStart"/>
      <w:r w:rsidRPr="00A32C73">
        <w:t>f)(</w:t>
      </w:r>
      <w:proofErr w:type="gramEnd"/>
      <w:r w:rsidRPr="00A32C73">
        <w:t>v) a f)(</w:t>
      </w:r>
      <w:proofErr w:type="spellStart"/>
      <w:r w:rsidRPr="00A32C73">
        <w:t>vi</w:t>
      </w:r>
      <w:proofErr w:type="spellEnd"/>
      <w:r w:rsidRPr="00A32C73">
        <w:t>).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</w:t>
      </w:r>
      <w:r w:rsidRPr="006F687F">
        <w:lastRenderedPageBreak/>
        <w:t xml:space="preserve">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A32C73" w:rsidRDefault="006F687F" w:rsidP="006F687F">
      <w:pPr>
        <w:pStyle w:val="Text2-2"/>
      </w:pPr>
      <w:r w:rsidRPr="00A32C73">
        <w:t xml:space="preserve">Zhotovitel se zavazuje zajistit u svých zaměstnanců a zaměstnanců poddodavatelů prokazatelné seznámení s </w:t>
      </w:r>
      <w:r w:rsidRPr="00A32C73">
        <w:rPr>
          <w:b/>
        </w:rPr>
        <w:t xml:space="preserve">plánem BOZP </w:t>
      </w:r>
      <w:r w:rsidRPr="00A32C73">
        <w:t>Díla (dle zákona č. 309/2006 Sb.</w:t>
      </w:r>
      <w:r w:rsidR="006C44FD" w:rsidRPr="00A32C73">
        <w:t xml:space="preserve"> (zákon o zajištění dalších podmínek bezpečnosti a ochrany zdraví při práci))</w:t>
      </w:r>
      <w:r w:rsidRPr="00A32C73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6" w:name="_Toc138413738"/>
      <w:r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0D0C0FDD" w14:textId="3584FB34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A32C73">
        <w:t xml:space="preserve">– Ing. Pavel Bělehrad, 972 625 479, </w:t>
      </w:r>
      <w:hyperlink r:id="rId11" w:history="1">
        <w:r w:rsidR="00A32C73" w:rsidRPr="00515883">
          <w:rPr>
            <w:rStyle w:val="Hypertextovodkaz"/>
            <w:noProof w:val="0"/>
          </w:rPr>
          <w:t>Belehrad@spravazeleznic.cz</w:t>
        </w:r>
      </w:hyperlink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A32C73" w:rsidRDefault="00DC55C8" w:rsidP="00DC55C8">
      <w:pPr>
        <w:pStyle w:val="Text2-1"/>
      </w:pPr>
      <w:r w:rsidRPr="00A32C73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A32C73" w:rsidRDefault="00DC55C8" w:rsidP="00DC55C8">
      <w:pPr>
        <w:pStyle w:val="Text2-1"/>
      </w:pPr>
      <w:r w:rsidRPr="00A32C73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A32C73">
        <w:t>SŽG - ŽBP</w:t>
      </w:r>
      <w:proofErr w:type="gramEnd"/>
      <w:r w:rsidRPr="00A32C73">
        <w:t xml:space="preserve">, ŽMP, PPK, popř. se správcem železničního katastru nemovitostí (dále jen „ŽKN“). </w:t>
      </w:r>
    </w:p>
    <w:p w14:paraId="2E8FBF02" w14:textId="59565232" w:rsidR="00DC55C8" w:rsidRPr="00477B31" w:rsidRDefault="00DC55C8" w:rsidP="00DC55C8">
      <w:pPr>
        <w:pStyle w:val="Text2-1"/>
      </w:pPr>
      <w:r w:rsidRPr="00477B31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lastRenderedPageBreak/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>
        <w:t> čl. 1.7.3 TKP ZEMĚMĚŘICKÁ ČINNOST ZAJIŠŤOVANÁ ZHOTOVITELEM</w:t>
      </w:r>
      <w:bookmarkEnd w:id="39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477B31" w:rsidRDefault="00DC55C8" w:rsidP="00DC55C8">
      <w:pPr>
        <w:pStyle w:val="Text2-1"/>
      </w:pPr>
      <w:r w:rsidRPr="00477B31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477B31" w:rsidRDefault="00DC55C8" w:rsidP="00DC55C8">
      <w:pPr>
        <w:pStyle w:val="Text2-1"/>
      </w:pPr>
      <w:r w:rsidRPr="00477B31">
        <w:t xml:space="preserve">Po úpravě GPK Zhotovitel zajistí zaměření všech kolejových objektů (např. </w:t>
      </w:r>
      <w:proofErr w:type="spellStart"/>
      <w:r w:rsidRPr="00477B31">
        <w:t>balíza</w:t>
      </w:r>
      <w:proofErr w:type="spellEnd"/>
      <w:r w:rsidRPr="00477B31">
        <w:t xml:space="preserve">, kolejnicový </w:t>
      </w:r>
      <w:proofErr w:type="spellStart"/>
      <w:r w:rsidRPr="00477B31">
        <w:t>mazník</w:t>
      </w:r>
      <w:proofErr w:type="spellEnd"/>
      <w:r w:rsidRPr="00477B31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477B31" w:rsidRDefault="00DC55C8" w:rsidP="00DC55C8">
      <w:pPr>
        <w:pStyle w:val="Text2-1"/>
      </w:pPr>
      <w:r w:rsidRPr="00477B31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77777777" w:rsidR="00DF7BAA" w:rsidRDefault="00DF7BAA" w:rsidP="00DF7BAA">
      <w:pPr>
        <w:pStyle w:val="Nadpis2-2"/>
      </w:pPr>
      <w:bookmarkStart w:id="40" w:name="_Toc6410438"/>
      <w:bookmarkStart w:id="41" w:name="_Toc138413739"/>
      <w:r>
        <w:t>Doklady překládané zhotovitelem</w:t>
      </w:r>
      <w:bookmarkEnd w:id="40"/>
      <w:bookmarkEnd w:id="41"/>
    </w:p>
    <w:p w14:paraId="44E06185" w14:textId="77777777" w:rsidR="00D12C76" w:rsidRPr="002A03FF" w:rsidRDefault="00562909" w:rsidP="00562909">
      <w:pPr>
        <w:pStyle w:val="Text2-1"/>
      </w:pPr>
      <w:r w:rsidRPr="002A03FF">
        <w:t>Pokud již Zhotovitel nepředložil dále uvedené doklady pře uzavřením SOD, předloží p</w:t>
      </w:r>
      <w:r w:rsidR="00D12C76" w:rsidRPr="002A03FF">
        <w:t xml:space="preserve">řed zahájením prací na objektech, jejichž součástí jsou „Určená technická zařízení“ ve smyslu </w:t>
      </w:r>
      <w:r w:rsidR="00D12C76" w:rsidRPr="002A03FF">
        <w:lastRenderedPageBreak/>
        <w:t>vyhlášky MD č. 100/1995 Sb., kterou se stanoví podmínky pro provoz, konstrukci a</w:t>
      </w:r>
      <w:r w:rsidRPr="002A03FF">
        <w:t> </w:t>
      </w:r>
      <w:r w:rsidR="00D12C76" w:rsidRPr="002A03FF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2A03FF">
        <w:t xml:space="preserve">pověření nebo má </w:t>
      </w:r>
      <w:r w:rsidR="00D12C76" w:rsidRPr="002A03FF">
        <w:t xml:space="preserve">zajištěnou spolupráci </w:t>
      </w:r>
      <w:r w:rsidRPr="002A03FF">
        <w:t>s </w:t>
      </w:r>
      <w:r w:rsidR="00D12C76" w:rsidRPr="002A03FF">
        <w:t>právnick</w:t>
      </w:r>
      <w:r w:rsidRPr="002A03FF">
        <w:t xml:space="preserve">ou </w:t>
      </w:r>
      <w:r w:rsidR="00D12C76" w:rsidRPr="002A03FF">
        <w:t>osob</w:t>
      </w:r>
      <w:r w:rsidRPr="002A03FF">
        <w:t>ou, která má pověření</w:t>
      </w:r>
      <w:r w:rsidR="00D12C76" w:rsidRPr="002A03FF">
        <w:t xml:space="preserve"> podle ustanovení § 47 odst. 4 zákona č. 266/1994 Sb. o drahách v platném znění pro všechny druhy „Určených technických zařízení“, dotčených </w:t>
      </w:r>
      <w:r w:rsidR="00840EA1" w:rsidRPr="002A03FF">
        <w:t>stavebními pr</w:t>
      </w:r>
      <w:r w:rsidR="00174630" w:rsidRPr="002A03FF">
        <w:t>a</w:t>
      </w:r>
      <w:r w:rsidR="00840EA1" w:rsidRPr="002A03FF">
        <w:t xml:space="preserve">cemi. </w:t>
      </w:r>
      <w:r w:rsidR="00D12C76" w:rsidRPr="002A03FF">
        <w:t>Z tohoto dokladu musí být zřejmé, že se vztahuje k plnění předmětné zakázky a bez jeho předložení těchto dokladů nebude možné zahájit práce na výše uvedených objektech.</w:t>
      </w:r>
    </w:p>
    <w:p w14:paraId="6BC2C03D" w14:textId="77777777" w:rsidR="00DF7BAA" w:rsidRPr="002A03FF" w:rsidRDefault="00DF7BAA" w:rsidP="00DF7BAA">
      <w:pPr>
        <w:pStyle w:val="Text2-1"/>
      </w:pPr>
      <w:r w:rsidRPr="002A03FF">
        <w:t xml:space="preserve">Zhotovitel doloží </w:t>
      </w:r>
      <w:r w:rsidRPr="002A03FF">
        <w:rPr>
          <w:b/>
        </w:rPr>
        <w:t>mimo jiné</w:t>
      </w:r>
      <w:r w:rsidRPr="002A03FF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2955DBAC" w14:textId="4EE61B4D" w:rsidR="00DF7BAA" w:rsidRPr="002A03FF" w:rsidRDefault="005B6121" w:rsidP="0047647C">
      <w:pPr>
        <w:pStyle w:val="Odrka1-1"/>
        <w:numPr>
          <w:ilvl w:val="0"/>
          <w:numId w:val="4"/>
        </w:numPr>
        <w:spacing w:after="60"/>
      </w:pPr>
      <w:r>
        <w:t>K</w:t>
      </w:r>
      <w:r w:rsidR="00DF7BAA" w:rsidRPr="002A03FF">
        <w:t xml:space="preserve">-05 </w:t>
      </w:r>
    </w:p>
    <w:p w14:paraId="5DD92488" w14:textId="1B3E444B" w:rsidR="00DF7BAA" w:rsidRDefault="00DF7BAA" w:rsidP="0047647C">
      <w:pPr>
        <w:pStyle w:val="Odrka1-1"/>
        <w:numPr>
          <w:ilvl w:val="0"/>
          <w:numId w:val="4"/>
        </w:numPr>
        <w:spacing w:after="60"/>
      </w:pPr>
      <w:r w:rsidRPr="002A03FF">
        <w:t>Z-06</w:t>
      </w:r>
    </w:p>
    <w:p w14:paraId="3ECEAF70" w14:textId="0863BB7F" w:rsidR="005B6121" w:rsidRDefault="005B6121" w:rsidP="0047647C">
      <w:pPr>
        <w:pStyle w:val="Odrka1-1"/>
        <w:numPr>
          <w:ilvl w:val="0"/>
          <w:numId w:val="4"/>
        </w:numPr>
        <w:spacing w:after="60"/>
      </w:pPr>
      <w:r>
        <w:t>D-04</w:t>
      </w:r>
    </w:p>
    <w:p w14:paraId="751C9D46" w14:textId="258D1E57" w:rsidR="005B6121" w:rsidRPr="002A03FF" w:rsidRDefault="005B6121" w:rsidP="0047647C">
      <w:pPr>
        <w:pStyle w:val="Odrka1-1"/>
        <w:numPr>
          <w:ilvl w:val="0"/>
          <w:numId w:val="4"/>
        </w:numPr>
        <w:spacing w:after="60"/>
      </w:pPr>
      <w:r>
        <w:t xml:space="preserve">G-02 (je možné nahradit G-01 + G-03) </w:t>
      </w:r>
    </w:p>
    <w:p w14:paraId="6E5B6772" w14:textId="37594CB3" w:rsidR="00A6631F" w:rsidRDefault="00A6631F" w:rsidP="00A6631F">
      <w:pPr>
        <w:pStyle w:val="Odrka1-1"/>
        <w:numPr>
          <w:ilvl w:val="0"/>
          <w:numId w:val="4"/>
        </w:numPr>
        <w:spacing w:after="60"/>
      </w:pPr>
      <w:r w:rsidRPr="002A03FF">
        <w:t>Osvědčení o způsobilosti zhotovitele pro provádění prací ASP přesnou metodou pomocí dat naměřených měřícím zařízením PPK;</w:t>
      </w:r>
    </w:p>
    <w:p w14:paraId="77E0395A" w14:textId="0866D0E2" w:rsidR="005B6121" w:rsidRPr="002A03FF" w:rsidRDefault="005B6121" w:rsidP="00A6631F">
      <w:pPr>
        <w:pStyle w:val="Odrka1-1"/>
        <w:numPr>
          <w:ilvl w:val="0"/>
          <w:numId w:val="4"/>
        </w:numPr>
        <w:spacing w:after="60"/>
      </w:pPr>
      <w:r w:rsidRPr="003D21BC">
        <w:t>Aluminotermické svařování kolejnic metodou AT-ET vydané</w:t>
      </w:r>
      <w:r>
        <w:t xml:space="preserve"> </w:t>
      </w:r>
      <w:r w:rsidRPr="003D21BC">
        <w:t>Odborem traťového hospodářství Správy železnic, státní organizace;</w:t>
      </w:r>
    </w:p>
    <w:p w14:paraId="42181132" w14:textId="77777777" w:rsidR="00DF7BAA" w:rsidRPr="002A03FF" w:rsidRDefault="00DF7BAA" w:rsidP="00DF7BAA">
      <w:pPr>
        <w:pStyle w:val="Text2-1"/>
      </w:pPr>
      <w:r w:rsidRPr="002A03FF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19F38ADB" w14:textId="77777777" w:rsidR="00B53E41" w:rsidRPr="002A03FF" w:rsidRDefault="00DF7BAA" w:rsidP="0060019A">
      <w:pPr>
        <w:pStyle w:val="Nadpis2-2"/>
      </w:pPr>
      <w:bookmarkStart w:id="42" w:name="_Toc6410440"/>
      <w:bookmarkStart w:id="43" w:name="_Toc138413740"/>
      <w:r w:rsidRPr="002A03FF">
        <w:t>Dokumentace skutečného provedení stavby</w:t>
      </w:r>
      <w:bookmarkEnd w:id="42"/>
      <w:bookmarkEnd w:id="43"/>
    </w:p>
    <w:p w14:paraId="25F74BBF" w14:textId="77777777" w:rsidR="00B85A67" w:rsidRPr="002A03FF" w:rsidRDefault="00B85A67" w:rsidP="000342CE">
      <w:pPr>
        <w:pStyle w:val="Odrka1-1"/>
        <w:numPr>
          <w:ilvl w:val="0"/>
          <w:numId w:val="0"/>
        </w:numPr>
        <w:spacing w:after="60"/>
        <w:rPr>
          <w:i/>
          <w:color w:val="00A1E0"/>
        </w:rPr>
      </w:pPr>
    </w:p>
    <w:p w14:paraId="00B8E2C3" w14:textId="4EC484FA" w:rsidR="00470F14" w:rsidRPr="002A03FF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2A03FF">
        <w:t xml:space="preserve">Předání DSPS dle oddílu 1.11.5 Kapitoly 1 TKP </w:t>
      </w:r>
      <w:r w:rsidR="00525C0C" w:rsidRPr="002A03FF">
        <w:t>a dle</w:t>
      </w:r>
      <w:r w:rsidRPr="002A03FF">
        <w:t xml:space="preserve"> čl. 4.1.2.23 - 4.1.2.28 těchto ZTP proběhne na médiu: </w:t>
      </w:r>
      <w:r w:rsidRPr="002A03FF">
        <w:rPr>
          <w:b/>
        </w:rPr>
        <w:t xml:space="preserve">USB </w:t>
      </w:r>
      <w:proofErr w:type="spellStart"/>
      <w:r w:rsidRPr="002A03FF">
        <w:rPr>
          <w:b/>
        </w:rPr>
        <w:t>flash</w:t>
      </w:r>
      <w:proofErr w:type="spellEnd"/>
      <w:r w:rsidRPr="002A03FF">
        <w:rPr>
          <w:b/>
        </w:rPr>
        <w:t xml:space="preserve"> </w:t>
      </w:r>
      <w:proofErr w:type="spellStart"/>
      <w:r w:rsidRPr="002A03FF">
        <w:rPr>
          <w:b/>
        </w:rPr>
        <w:t>disk</w:t>
      </w:r>
      <w:r w:rsidR="00470F14" w:rsidRPr="002A03FF">
        <w:rPr>
          <w:rFonts w:eastAsia="Verdana" w:cs="Times New Roman"/>
          <w:b/>
        </w:rPr>
        <w:t>disk</w:t>
      </w:r>
      <w:proofErr w:type="spellEnd"/>
      <w:r w:rsidR="00470F14" w:rsidRPr="002A03FF">
        <w:rPr>
          <w:rFonts w:eastAsia="Verdana" w:cs="Times New Roman"/>
        </w:rPr>
        <w:t xml:space="preserve"> nebo </w:t>
      </w:r>
      <w:r w:rsidR="00470F14" w:rsidRPr="002A03FF">
        <w:rPr>
          <w:rFonts w:eastAsia="Verdana" w:cs="Times New Roman"/>
          <w:b/>
        </w:rPr>
        <w:t>s využitím aplikace</w:t>
      </w:r>
      <w:r w:rsidR="00470F14" w:rsidRPr="002A03FF">
        <w:rPr>
          <w:rFonts w:eastAsia="Verdana" w:cs="Times New Roman"/>
        </w:rPr>
        <w:t>, kterou si dodavatel může stáhnout na Portále modernizace dráhy (</w:t>
      </w:r>
      <w:hyperlink r:id="rId12" w:history="1">
        <w:r w:rsidR="00470F14" w:rsidRPr="002A03FF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2A03FF">
        <w:rPr>
          <w:rFonts w:eastAsia="Verdana" w:cs="Times New Roman"/>
        </w:rPr>
        <w:t xml:space="preserve">). </w:t>
      </w:r>
      <w:proofErr w:type="spellStart"/>
      <w:r w:rsidR="00470F14" w:rsidRPr="002A03FF">
        <w:rPr>
          <w:rFonts w:eastAsia="Verdana" w:cs="Times New Roman"/>
        </w:rPr>
        <w:t>Helpdesk</w:t>
      </w:r>
      <w:proofErr w:type="spellEnd"/>
      <w:r w:rsidR="00470F14" w:rsidRPr="002A03FF">
        <w:rPr>
          <w:rFonts w:eastAsia="Verdana" w:cs="Times New Roman"/>
        </w:rPr>
        <w:t xml:space="preserve"> pro aplikaci poskytuje: p. Jaromír </w:t>
      </w:r>
      <w:proofErr w:type="spellStart"/>
      <w:r w:rsidR="00470F14" w:rsidRPr="002A03FF">
        <w:rPr>
          <w:rFonts w:eastAsia="Verdana" w:cs="Times New Roman"/>
        </w:rPr>
        <w:t>Talůžek</w:t>
      </w:r>
      <w:proofErr w:type="spellEnd"/>
      <w:r w:rsidR="00470F14" w:rsidRPr="002A03FF">
        <w:rPr>
          <w:rFonts w:eastAsia="Verdana" w:cs="Times New Roman"/>
        </w:rPr>
        <w:t>, S</w:t>
      </w:r>
      <w:r w:rsidR="0045657D" w:rsidRPr="002A03FF">
        <w:rPr>
          <w:rFonts w:eastAsia="Verdana" w:cs="Times New Roman"/>
        </w:rPr>
        <w:t>ŽT</w:t>
      </w:r>
      <w:r w:rsidR="00470F14" w:rsidRPr="002A03FF">
        <w:rPr>
          <w:rFonts w:eastAsia="Verdana" w:cs="Times New Roman"/>
        </w:rPr>
        <w:t xml:space="preserve"> SŽ</w:t>
      </w:r>
      <w:r w:rsidR="0045657D" w:rsidRPr="002A03FF">
        <w:rPr>
          <w:rFonts w:eastAsia="Verdana" w:cs="Times New Roman"/>
        </w:rPr>
        <w:t>,</w:t>
      </w:r>
      <w:r w:rsidR="00470F14" w:rsidRPr="002A03FF">
        <w:rPr>
          <w:rFonts w:eastAsia="Verdana" w:cs="Times New Roman"/>
        </w:rPr>
        <w:t xml:space="preserve"> +420 606 796 338, Taluzek@spravazeleznic.cz</w:t>
      </w:r>
    </w:p>
    <w:p w14:paraId="63FE53D8" w14:textId="7319CB73" w:rsidR="000342CE" w:rsidRPr="00606137" w:rsidRDefault="000342CE" w:rsidP="00470F14">
      <w:pPr>
        <w:pStyle w:val="Text2-1"/>
        <w:numPr>
          <w:ilvl w:val="0"/>
          <w:numId w:val="0"/>
        </w:numPr>
        <w:rPr>
          <w:highlight w:val="green"/>
        </w:rPr>
      </w:pPr>
    </w:p>
    <w:p w14:paraId="7E01DFFD" w14:textId="77777777" w:rsidR="00DF7BAA" w:rsidRDefault="00DF7BAA" w:rsidP="00DF7BAA">
      <w:pPr>
        <w:pStyle w:val="Nadpis2-2"/>
      </w:pPr>
      <w:bookmarkStart w:id="44" w:name="_Toc6410445"/>
      <w:bookmarkStart w:id="45" w:name="_Toc138413741"/>
      <w:r>
        <w:t>Železniční svršek</w:t>
      </w:r>
      <w:bookmarkEnd w:id="44"/>
      <w:bookmarkEnd w:id="45"/>
      <w:r>
        <w:t xml:space="preserve"> </w:t>
      </w:r>
    </w:p>
    <w:p w14:paraId="28FAD67C" w14:textId="77777777" w:rsidR="00DF7BAA" w:rsidRPr="00B4751C" w:rsidRDefault="00DF7BAA" w:rsidP="00DF7BAA">
      <w:pPr>
        <w:pStyle w:val="Text2-1"/>
      </w:pPr>
      <w:r w:rsidRPr="00B4751C">
        <w:t>…………………………</w:t>
      </w:r>
    </w:p>
    <w:p w14:paraId="79E69615" w14:textId="68AD45D4" w:rsidR="00E21747" w:rsidRPr="00B4751C" w:rsidRDefault="00E21747" w:rsidP="00E21747">
      <w:pPr>
        <w:pStyle w:val="ZTPinfo-text-odr"/>
        <w:numPr>
          <w:ilvl w:val="0"/>
          <w:numId w:val="8"/>
        </w:numPr>
        <w:rPr>
          <w:strike/>
          <w:color w:val="auto"/>
        </w:rPr>
      </w:pPr>
      <w:r w:rsidRPr="00B4751C">
        <w:rPr>
          <w:i w:val="0"/>
          <w:color w:val="auto"/>
        </w:rPr>
        <w:t xml:space="preserve"> „</w:t>
      </w:r>
      <w:r w:rsidR="0083158B" w:rsidRPr="00D517CC">
        <w:rPr>
          <w:i w:val="0"/>
          <w:color w:val="auto"/>
        </w:rPr>
        <w:t>Zadavatel poskytne zhotoviteli bezplatně níže uvedený materiál včetně kódů položek s výčtem příslušných stavebních objektů (SO), které jsou uvedeny v Položkovém soupisu prací s výkazem výměr:</w:t>
      </w:r>
      <w:r w:rsidR="0083158B" w:rsidRPr="00D517CC">
        <w:rPr>
          <w:color w:val="auto"/>
        </w:rPr>
        <w:t xml:space="preserve"> </w:t>
      </w:r>
      <w:r w:rsidR="00B4751C" w:rsidRPr="00D517CC">
        <w:rPr>
          <w:color w:val="auto"/>
        </w:rPr>
        <w:t>5956213045</w:t>
      </w:r>
      <w:r w:rsidR="0083158B" w:rsidRPr="00D517CC">
        <w:rPr>
          <w:color w:val="auto"/>
        </w:rPr>
        <w:t xml:space="preserve"> Pražec beto</w:t>
      </w:r>
      <w:r w:rsidR="00B4751C" w:rsidRPr="00D517CC">
        <w:rPr>
          <w:color w:val="auto"/>
        </w:rPr>
        <w:t>nový příčný vystrojený užitý B91S/1 (UIC)</w:t>
      </w:r>
      <w:r w:rsidR="0083158B" w:rsidRPr="00D517CC">
        <w:rPr>
          <w:color w:val="auto"/>
        </w:rPr>
        <w:t xml:space="preserve"> </w:t>
      </w:r>
      <w:r w:rsidR="00696DBA">
        <w:rPr>
          <w:color w:val="auto"/>
        </w:rPr>
        <w:t>v počtu 43 ks.</w:t>
      </w:r>
    </w:p>
    <w:p w14:paraId="0E5D6125" w14:textId="77777777" w:rsidR="00074410" w:rsidRDefault="00074410" w:rsidP="00074410">
      <w:pPr>
        <w:pStyle w:val="Text2-2"/>
        <w:numPr>
          <w:ilvl w:val="0"/>
          <w:numId w:val="0"/>
        </w:numPr>
        <w:ind w:left="1701" w:hanging="964"/>
      </w:pPr>
    </w:p>
    <w:p w14:paraId="11E32EF1" w14:textId="77777777" w:rsidR="00DF7BAA" w:rsidRPr="000124A1" w:rsidRDefault="00DF7BAA" w:rsidP="00DF7BAA">
      <w:pPr>
        <w:pStyle w:val="Nadpis2-2"/>
      </w:pPr>
      <w:bookmarkStart w:id="46" w:name="_Toc6410448"/>
      <w:bookmarkStart w:id="47" w:name="_Toc138413742"/>
      <w:r w:rsidRPr="000124A1">
        <w:t>Železniční přejezdy</w:t>
      </w:r>
      <w:bookmarkEnd w:id="46"/>
      <w:bookmarkEnd w:id="47"/>
    </w:p>
    <w:p w14:paraId="73F626D8" w14:textId="3A2F5B72" w:rsidR="00B4751C" w:rsidRDefault="00B4751C" w:rsidP="00B4751C">
      <w:pPr>
        <w:pStyle w:val="Text2-1"/>
      </w:pPr>
      <w:bookmarkStart w:id="48" w:name="_Toc6410449"/>
      <w:r>
        <w:t>V přejezdu v km 122,412 v 1. a 2. TK po demontážích betonových dílů přejezdové konstrukce a vyfrézování asfaltobetonových komunikacích vč. podkladních vrstev dojde k výměně kolejnic 60E2, pražců B91S vč. kompletů (v místě přejezdu s antikorozními upevňovadly), odstranění stávajícího ŠL vč. ŠD. Z</w:t>
      </w:r>
      <w:r w:rsidR="0086597C">
        <w:t xml:space="preserve">řídí </w:t>
      </w:r>
      <w:proofErr w:type="gramStart"/>
      <w:r w:rsidR="0086597C">
        <w:t xml:space="preserve">se </w:t>
      </w:r>
      <w:r>
        <w:t xml:space="preserve"> nová</w:t>
      </w:r>
      <w:proofErr w:type="gramEnd"/>
      <w:r>
        <w:t xml:space="preserve"> vrstva ŠD</w:t>
      </w:r>
      <w:r w:rsidR="0086597C">
        <w:t xml:space="preserve"> vč. </w:t>
      </w:r>
      <w:proofErr w:type="spellStart"/>
      <w:r w:rsidR="0086597C">
        <w:t>geotextílie</w:t>
      </w:r>
      <w:proofErr w:type="spellEnd"/>
      <w:r w:rsidR="0086597C">
        <w:t xml:space="preserve"> (min 400g/m2)</w:t>
      </w:r>
      <w:r>
        <w:t xml:space="preserve"> a ŠL. Dojde k Úpravě a Přesné úpravě GPK v 1. a 2. TK dle požadavků VPS, svaření do BK, montáži přejezdové konstrukce </w:t>
      </w:r>
      <w:proofErr w:type="spellStart"/>
      <w:r>
        <w:t>Rosehill</w:t>
      </w:r>
      <w:proofErr w:type="spellEnd"/>
      <w:r w:rsidR="003A3803">
        <w:t xml:space="preserve"> vč. závěrných zídek</w:t>
      </w:r>
      <w:r>
        <w:t xml:space="preserve"> a zřízení navazujících ložních, podkladních a obrusných asfaltobetonových ploch vč. ŠD.</w:t>
      </w:r>
    </w:p>
    <w:p w14:paraId="453D2674" w14:textId="4735EE0D" w:rsidR="00B4751C" w:rsidRDefault="00B4751C" w:rsidP="00B4751C">
      <w:pPr>
        <w:pStyle w:val="Text2-1"/>
      </w:pPr>
      <w:r>
        <w:t>V přejezdu v km 129,656 v 1. a 2. TK po demontážích betonových dílů přejezdové konstrukce a vyfrézování asfaltobetonových komunikacích vč. podkladních vrstev dojde k výměně kolejnic 60E2, pražců B91S vč. kompletů (v místě přejezdu s antikorozními upevňovadly), odstranění stáv</w:t>
      </w:r>
      <w:r w:rsidR="0086597C">
        <w:t>ajícího ŠL vč. ŠD. Zřídí se</w:t>
      </w:r>
      <w:r>
        <w:t xml:space="preserve"> nová vrstva ŠD</w:t>
      </w:r>
      <w:r w:rsidR="0086597C">
        <w:t xml:space="preserve"> vč. </w:t>
      </w:r>
      <w:proofErr w:type="spellStart"/>
      <w:r w:rsidR="0086597C">
        <w:t>geotextílie</w:t>
      </w:r>
      <w:proofErr w:type="spellEnd"/>
      <w:r w:rsidR="0086597C">
        <w:t xml:space="preserve"> (min </w:t>
      </w:r>
      <w:proofErr w:type="gramStart"/>
      <w:r w:rsidR="0086597C">
        <w:t>400g</w:t>
      </w:r>
      <w:proofErr w:type="gramEnd"/>
      <w:r w:rsidR="0086597C">
        <w:t>/m2)</w:t>
      </w:r>
      <w:r>
        <w:t xml:space="preserve"> a ŠL. Dojde k Úpravě a Přesné úpravě GPK v 1. a 2. TK dle požadavků </w:t>
      </w:r>
      <w:r>
        <w:lastRenderedPageBreak/>
        <w:t xml:space="preserve">VPS, svaření do BK, montáži přejezdové konstrukce </w:t>
      </w:r>
      <w:proofErr w:type="spellStart"/>
      <w:r>
        <w:t>Rosehill</w:t>
      </w:r>
      <w:proofErr w:type="spellEnd"/>
      <w:r>
        <w:t xml:space="preserve"> </w:t>
      </w:r>
      <w:r w:rsidR="003A3803">
        <w:t xml:space="preserve">vč. závěrných zídek </w:t>
      </w:r>
      <w:r>
        <w:t>a zřízení navazujících ložních, podkladních a obrusných asfaltobetonových ploch vč. ŠD.</w:t>
      </w:r>
    </w:p>
    <w:p w14:paraId="3B67C881" w14:textId="77777777" w:rsidR="00DF7BAA" w:rsidRDefault="00DF7BAA" w:rsidP="00DF7BAA">
      <w:pPr>
        <w:pStyle w:val="Nadpis2-2"/>
      </w:pPr>
      <w:bookmarkStart w:id="49" w:name="_Toc6410458"/>
      <w:bookmarkStart w:id="50" w:name="_Toc138413743"/>
      <w:bookmarkEnd w:id="48"/>
      <w:r>
        <w:t>Životní prostředí</w:t>
      </w:r>
      <w:bookmarkEnd w:id="50"/>
      <w:r>
        <w:t xml:space="preserve"> </w:t>
      </w:r>
      <w:bookmarkEnd w:id="49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6412EF3C" w14:textId="067FACC3" w:rsidR="00067FA3" w:rsidRPr="009667B1" w:rsidRDefault="00067FA3" w:rsidP="00817751">
      <w:pPr>
        <w:pStyle w:val="Text2-2"/>
        <w:numPr>
          <w:ilvl w:val="0"/>
          <w:numId w:val="0"/>
        </w:numPr>
        <w:rPr>
          <w:rStyle w:val="Tun"/>
          <w:b w:val="0"/>
          <w:highlight w:val="green"/>
        </w:rPr>
      </w:pP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51" w:name="_Toc6410460"/>
      <w:bookmarkStart w:id="52" w:name="_Toc138413744"/>
      <w:r w:rsidRPr="00EC2E51">
        <w:t>ORGANIZACE</w:t>
      </w:r>
      <w:r>
        <w:t xml:space="preserve"> VÝSTAVBY, VÝLUKY</w:t>
      </w:r>
      <w:bookmarkEnd w:id="51"/>
      <w:bookmarkEnd w:id="52"/>
    </w:p>
    <w:p w14:paraId="10DACBE2" w14:textId="40CC766F" w:rsidR="00B60031" w:rsidRPr="00817751" w:rsidRDefault="001A4CA5" w:rsidP="001A4CA5">
      <w:pPr>
        <w:pStyle w:val="Text2-1"/>
      </w:pPr>
      <w:r w:rsidRPr="00817751">
        <w:t>Rozhodující milníky doporučeného časového harmonogramu: Při zpracování harmonogramu je nutné vycházet z jednotlivých stavebních postupů uvedených v ZOV a dodržet množství a d</w:t>
      </w:r>
      <w:r w:rsidR="00817751" w:rsidRPr="00817751">
        <w:t>élku předjednaných výluk.</w:t>
      </w:r>
    </w:p>
    <w:p w14:paraId="34CC474A" w14:textId="77777777" w:rsidR="00DF7BAA" w:rsidRPr="00817751" w:rsidRDefault="00DF7BAA" w:rsidP="00DF7BAA">
      <w:pPr>
        <w:pStyle w:val="Text2-1"/>
      </w:pPr>
      <w:r w:rsidRPr="00817751">
        <w:t>V harmonogramu postupu prací je nutno dle ZOV v Projektové dokumentaci respektovat zejména následující požadavky a termíny:</w:t>
      </w:r>
    </w:p>
    <w:p w14:paraId="1BD79F7A" w14:textId="77777777" w:rsidR="00DF7BAA" w:rsidRPr="00817751" w:rsidRDefault="00DF7BAA" w:rsidP="0047647C">
      <w:pPr>
        <w:pStyle w:val="Odrka1-1"/>
        <w:numPr>
          <w:ilvl w:val="0"/>
          <w:numId w:val="4"/>
        </w:numPr>
        <w:spacing w:after="60"/>
      </w:pPr>
      <w:r w:rsidRPr="00817751">
        <w:t>termín zahájení a ukončení stavby</w:t>
      </w:r>
    </w:p>
    <w:p w14:paraId="3A0DCAA3" w14:textId="77777777" w:rsidR="00DF7BAA" w:rsidRPr="00817751" w:rsidRDefault="00DF7BAA" w:rsidP="0047647C">
      <w:pPr>
        <w:pStyle w:val="Odrka1-1"/>
        <w:numPr>
          <w:ilvl w:val="0"/>
          <w:numId w:val="4"/>
        </w:numPr>
        <w:spacing w:after="60"/>
      </w:pPr>
      <w:r w:rsidRPr="00817751">
        <w:t>možné termíny uvádění provozuschopných celků do provozu</w:t>
      </w:r>
    </w:p>
    <w:p w14:paraId="3E239559" w14:textId="77777777" w:rsidR="00DF7BAA" w:rsidRPr="00817751" w:rsidRDefault="00DF7BAA" w:rsidP="0047647C">
      <w:pPr>
        <w:pStyle w:val="Odrka1-1"/>
        <w:numPr>
          <w:ilvl w:val="0"/>
          <w:numId w:val="4"/>
        </w:numPr>
        <w:spacing w:after="60"/>
      </w:pPr>
      <w:r w:rsidRPr="00817751">
        <w:t>výlukovou činnost s maximálním využitím výlukových časů</w:t>
      </w:r>
    </w:p>
    <w:p w14:paraId="762551C4" w14:textId="77777777" w:rsidR="00DF7BAA" w:rsidRPr="00817751" w:rsidRDefault="00DF7BAA" w:rsidP="0047647C">
      <w:pPr>
        <w:pStyle w:val="Odrka1-1"/>
        <w:numPr>
          <w:ilvl w:val="0"/>
          <w:numId w:val="4"/>
        </w:numPr>
        <w:spacing w:after="60"/>
      </w:pPr>
      <w:r w:rsidRPr="00817751">
        <w:t>uzavírky pozemních komunikací</w:t>
      </w:r>
    </w:p>
    <w:p w14:paraId="08A92099" w14:textId="77777777" w:rsidR="00A633D6" w:rsidRDefault="00DF7BAA" w:rsidP="00DF7BAA">
      <w:pPr>
        <w:pStyle w:val="Text2-1"/>
      </w:pPr>
      <w:r w:rsidRPr="00CD75D8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CD75D8">
        <w:t>Z</w:t>
      </w:r>
      <w:r w:rsidRPr="00CD75D8">
        <w:t xml:space="preserve">hotoviteli navržené časové horizonty rozhodujících výluk s cílem </w:t>
      </w:r>
    </w:p>
    <w:p w14:paraId="5DFE72D2" w14:textId="5F48D891" w:rsidR="00DF7BAA" w:rsidRPr="00CD75D8" w:rsidRDefault="00DF7BAA" w:rsidP="00DF7BAA">
      <w:pPr>
        <w:pStyle w:val="Text2-1"/>
      </w:pPr>
      <w:r w:rsidRPr="00CD75D8">
        <w:t>dosáhnout jejich maximálního využití a sladění s výlukami sousedních staveb.</w:t>
      </w:r>
    </w:p>
    <w:p w14:paraId="0587D65B" w14:textId="77777777" w:rsidR="00DF7BAA" w:rsidRPr="00CD75D8" w:rsidRDefault="00DF7BAA" w:rsidP="00DF7BAA">
      <w:pPr>
        <w:pStyle w:val="Text2-1"/>
      </w:pPr>
      <w:r w:rsidRPr="00CD75D8">
        <w:t xml:space="preserve">Závazným pro </w:t>
      </w:r>
      <w:r w:rsidR="00DB58AA" w:rsidRPr="00CD75D8">
        <w:t>Z</w:t>
      </w:r>
      <w:r w:rsidRPr="00CD75D8">
        <w:t>hotovitele jsou termíny a rozsah výluk, které jsou uvedeny v následující tabulce:</w:t>
      </w:r>
    </w:p>
    <w:p w14:paraId="47372265" w14:textId="77777777" w:rsidR="00BC5413" w:rsidRPr="008C4443" w:rsidRDefault="00756A89" w:rsidP="005D2C6C">
      <w:pPr>
        <w:pStyle w:val="TabulkaNadpis"/>
      </w:pPr>
      <w:r w:rsidRPr="008C4443">
        <w:lastRenderedPageBreak/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8C4443" w:rsidRDefault="009D623F" w:rsidP="0002279D">
            <w:pPr>
              <w:pStyle w:val="Tabulka-7"/>
              <w:rPr>
                <w:b/>
              </w:rPr>
            </w:pPr>
            <w:r w:rsidRPr="008C4443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8C4443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4443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8C4443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4443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8C4443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4443">
              <w:rPr>
                <w:b/>
              </w:rPr>
              <w:t>Doba</w:t>
            </w:r>
            <w:r w:rsidR="00756A89" w:rsidRPr="008C4443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8C4443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7777777" w:rsidR="00580BF5" w:rsidRPr="008C444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4443">
              <w:t>Zahájení stavby</w:t>
            </w:r>
          </w:p>
        </w:tc>
        <w:tc>
          <w:tcPr>
            <w:tcW w:w="1694" w:type="dxa"/>
          </w:tcPr>
          <w:p w14:paraId="06C55730" w14:textId="77777777" w:rsidR="00580BF5" w:rsidRPr="008C444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360DCC40" w:rsidR="00580BF5" w:rsidRPr="008C4443" w:rsidRDefault="008C4443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C4443">
              <w:rPr>
                <w:sz w:val="14"/>
              </w:rPr>
              <w:t>září</w:t>
            </w:r>
            <w:r w:rsidR="00580BF5" w:rsidRPr="008C4443">
              <w:rPr>
                <w:sz w:val="14"/>
              </w:rPr>
              <w:t xml:space="preserve"> 20</w:t>
            </w:r>
            <w:r w:rsidRPr="008C4443">
              <w:rPr>
                <w:sz w:val="14"/>
              </w:rPr>
              <w:t>23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8C4443" w:rsidRDefault="00580BF5" w:rsidP="00580BF5">
            <w:pPr>
              <w:pStyle w:val="Tabulka-7"/>
            </w:pPr>
            <w:r w:rsidRPr="008C4443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8C444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4443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8C4443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4443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20554F0C" w:rsidR="00580BF5" w:rsidRPr="008C4443" w:rsidRDefault="008C4443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září 2023</w:t>
            </w:r>
          </w:p>
        </w:tc>
      </w:tr>
      <w:tr w:rsidR="00580BF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8C4443" w:rsidRDefault="00580BF5" w:rsidP="00580BF5">
            <w:pPr>
              <w:pStyle w:val="Tabulka-7"/>
            </w:pPr>
            <w:r w:rsidRPr="008C4443">
              <w:t>2. Stavební postup / Etapa</w:t>
            </w:r>
          </w:p>
        </w:tc>
        <w:tc>
          <w:tcPr>
            <w:tcW w:w="3073" w:type="dxa"/>
          </w:tcPr>
          <w:p w14:paraId="786C1D3A" w14:textId="4B0539FA" w:rsidR="00580BF5" w:rsidRPr="008C4443" w:rsidRDefault="008C4443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4443">
              <w:t>Návoz materiálu a složení u jednotlivých přejezdů</w:t>
            </w:r>
          </w:p>
        </w:tc>
        <w:tc>
          <w:tcPr>
            <w:tcW w:w="1694" w:type="dxa"/>
          </w:tcPr>
          <w:p w14:paraId="66AA44B0" w14:textId="0AFADFB4" w:rsidR="00580BF5" w:rsidRPr="008C4443" w:rsidRDefault="008C4443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4443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0FA908A3" w:rsidR="00580BF5" w:rsidRPr="008C4443" w:rsidRDefault="008C4443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Září 2023</w:t>
            </w:r>
          </w:p>
        </w:tc>
      </w:tr>
      <w:tr w:rsidR="00580BF5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  <w:r w:rsidRPr="008C4443">
              <w:t>3. Stavební postup / Etapa</w:t>
            </w:r>
          </w:p>
        </w:tc>
        <w:tc>
          <w:tcPr>
            <w:tcW w:w="3073" w:type="dxa"/>
          </w:tcPr>
          <w:p w14:paraId="0A6D9C8C" w14:textId="63ACCD3B" w:rsidR="00580BF5" w:rsidRPr="007E040C" w:rsidRDefault="008C4443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C4443">
              <w:t>Oprava přejezdů, vč. ŚK, ŠD, kolejnic a pražců vč. úpravy GPK, svaření do BK, zřízení AB ploch</w:t>
            </w:r>
          </w:p>
        </w:tc>
        <w:tc>
          <w:tcPr>
            <w:tcW w:w="1694" w:type="dxa"/>
          </w:tcPr>
          <w:p w14:paraId="2A1B528B" w14:textId="7445AB36" w:rsidR="00580BF5" w:rsidRPr="007E040C" w:rsidRDefault="008C4443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proofErr w:type="gramStart"/>
            <w:r w:rsidRPr="008C4443">
              <w:t>9N</w:t>
            </w:r>
            <w:proofErr w:type="gramEnd"/>
            <w:r w:rsidRPr="008C4443">
              <w:t xml:space="preserve"> + 9N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B367E17" w14:textId="072D0CB7" w:rsidR="00845BA3" w:rsidRPr="00845BA3" w:rsidRDefault="00845BA3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45BA3">
              <w:rPr>
                <w:sz w:val="14"/>
              </w:rPr>
              <w:t>17.9.2023 – 25.9.2023</w:t>
            </w:r>
          </w:p>
          <w:p w14:paraId="753A745C" w14:textId="0E36332B" w:rsidR="00580BF5" w:rsidRPr="00BC51B8" w:rsidRDefault="00845BA3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845BA3">
              <w:rPr>
                <w:sz w:val="14"/>
              </w:rPr>
              <w:t>2</w:t>
            </w:r>
            <w:r w:rsidR="008C4443" w:rsidRPr="00845BA3">
              <w:rPr>
                <w:sz w:val="14"/>
              </w:rPr>
              <w:t>7. 9. 2023</w:t>
            </w:r>
            <w:r w:rsidRPr="00845BA3">
              <w:rPr>
                <w:sz w:val="14"/>
              </w:rPr>
              <w:t xml:space="preserve"> – </w:t>
            </w:r>
            <w:r w:rsidR="008C4443" w:rsidRPr="00845BA3">
              <w:rPr>
                <w:sz w:val="14"/>
              </w:rPr>
              <w:t>5</w:t>
            </w:r>
            <w:r w:rsidRPr="00845BA3">
              <w:rPr>
                <w:sz w:val="14"/>
              </w:rPr>
              <w:t>. 10</w:t>
            </w:r>
            <w:r w:rsidR="008C4443" w:rsidRPr="00845BA3">
              <w:rPr>
                <w:sz w:val="14"/>
              </w:rPr>
              <w:t xml:space="preserve">. 2023    </w:t>
            </w:r>
          </w:p>
        </w:tc>
      </w:tr>
      <w:tr w:rsidR="00580BF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Default="00580BF5" w:rsidP="00580BF5">
            <w:pPr>
              <w:pStyle w:val="Tabulka-7"/>
              <w:rPr>
                <w:highlight w:val="green"/>
              </w:rPr>
            </w:pPr>
            <w:r w:rsidRPr="00845BA3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7E040C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3034FA3E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1A586859" w:rsidR="00580BF5" w:rsidRPr="00BC51B8" w:rsidRDefault="00AC7FA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AC7FA6">
              <w:rPr>
                <w:sz w:val="14"/>
              </w:rPr>
              <w:t xml:space="preserve">říjen </w:t>
            </w:r>
            <w:proofErr w:type="gramStart"/>
            <w:r w:rsidRPr="00AC7FA6">
              <w:rPr>
                <w:sz w:val="14"/>
              </w:rPr>
              <w:t>2023 – listopad</w:t>
            </w:r>
            <w:proofErr w:type="gramEnd"/>
            <w:r w:rsidRPr="00AC7FA6">
              <w:rPr>
                <w:sz w:val="14"/>
              </w:rPr>
              <w:t xml:space="preserve"> 2023</w:t>
            </w:r>
          </w:p>
        </w:tc>
      </w:tr>
      <w:tr w:rsidR="00580BF5" w:rsidRPr="00404F88" w14:paraId="00C0C7D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2060C85" w14:textId="5723CD5F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D1B0F40" w14:textId="77777777" w:rsidR="00580BF5" w:rsidRPr="00AC7FA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FA6">
              <w:t>DSPS</w:t>
            </w:r>
          </w:p>
        </w:tc>
        <w:tc>
          <w:tcPr>
            <w:tcW w:w="1694" w:type="dxa"/>
          </w:tcPr>
          <w:p w14:paraId="0224E84A" w14:textId="77777777" w:rsidR="00580BF5" w:rsidRPr="00AC7FA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FA6">
              <w:t>Bez výluk (pouze denní na následné propracování)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CF010C9" w14:textId="007DCA31" w:rsidR="00580BF5" w:rsidRPr="00BC51B8" w:rsidRDefault="00AC7FA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AC7FA6">
              <w:rPr>
                <w:sz w:val="14"/>
              </w:rPr>
              <w:t>3 měsíce</w:t>
            </w:r>
            <w:r w:rsidR="00580BF5" w:rsidRPr="00AC7FA6">
              <w:rPr>
                <w:sz w:val="14"/>
              </w:rPr>
              <w:t xml:space="preserve"> od zahájení stavebních prací (viz </w:t>
            </w:r>
            <w:proofErr w:type="gramStart"/>
            <w:r w:rsidR="00580BF5" w:rsidRPr="00AC7FA6">
              <w:rPr>
                <w:sz w:val="14"/>
              </w:rPr>
              <w:t>smlouva)*</w:t>
            </w:r>
            <w:proofErr w:type="gramEnd"/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77777777" w:rsidR="00580BF5" w:rsidRPr="00AC7FA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FA6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AC7FA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344F353D" w:rsidR="00580BF5" w:rsidRPr="00AC7FA6" w:rsidRDefault="005B6121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Prosinec 2023</w:t>
            </w:r>
          </w:p>
        </w:tc>
      </w:tr>
    </w:tbl>
    <w:p w14:paraId="1F8D5F13" w14:textId="77777777" w:rsidR="009D623F" w:rsidRDefault="009D623F" w:rsidP="00DF7BAA">
      <w:pPr>
        <w:pStyle w:val="Textbezslovn"/>
        <w:rPr>
          <w:highlight w:val="green"/>
        </w:rPr>
      </w:pPr>
      <w:bookmarkStart w:id="53" w:name="_GoBack"/>
      <w:bookmarkEnd w:id="53"/>
    </w:p>
    <w:p w14:paraId="0D8514C7" w14:textId="77777777" w:rsidR="00DF7BAA" w:rsidRDefault="00DF7BAA" w:rsidP="00DF7BAA">
      <w:pPr>
        <w:pStyle w:val="Textbezslovn"/>
      </w:pPr>
      <w:r w:rsidRPr="00AC7FA6">
        <w:t>*) Datum ukončení stavby je závislé na termínu zahájení stavebních prací</w:t>
      </w:r>
    </w:p>
    <w:p w14:paraId="3433DF18" w14:textId="77777777" w:rsidR="00DF7BAA" w:rsidRDefault="00DF7BAA" w:rsidP="00DF7BAA">
      <w:pPr>
        <w:pStyle w:val="Nadpis2-1"/>
      </w:pPr>
      <w:bookmarkStart w:id="54" w:name="_Toc6410461"/>
      <w:bookmarkStart w:id="55" w:name="_Toc138413745"/>
      <w:r w:rsidRPr="00EC2E51">
        <w:t>SOUVISEJÍCÍ</w:t>
      </w:r>
      <w:r>
        <w:t xml:space="preserve"> DOKUMENTY A PŘEDPISY</w:t>
      </w:r>
      <w:bookmarkEnd w:id="54"/>
      <w:bookmarkEnd w:id="55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6" w:name="_Toc6410462"/>
      <w:bookmarkStart w:id="57" w:name="_Toc138413746"/>
      <w:r>
        <w:t>PŘÍLOHY</w:t>
      </w:r>
      <w:bookmarkEnd w:id="56"/>
      <w:bookmarkEnd w:id="57"/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7706A" w14:textId="77777777" w:rsidR="00EA7C44" w:rsidRDefault="00EA7C44" w:rsidP="00962258">
      <w:pPr>
        <w:spacing w:after="0" w:line="240" w:lineRule="auto"/>
      </w:pPr>
      <w:r>
        <w:separator/>
      </w:r>
    </w:p>
  </w:endnote>
  <w:endnote w:type="continuationSeparator" w:id="0">
    <w:p w14:paraId="75A1FD76" w14:textId="77777777" w:rsidR="00EA7C44" w:rsidRDefault="00EA7C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A7C44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253CD181" w:rsidR="00EA7C44" w:rsidRPr="00B8518B" w:rsidRDefault="00EA7C4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6DB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6DB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529AB19B" w:rsidR="00EA7C44" w:rsidRDefault="005B6121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přejezdů v úseku Bzenec přívoz - Nedakonice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A7C44">
            <w:t>Příloha č. 2 c)</w:t>
          </w:r>
          <w:r w:rsidR="00EA7C44" w:rsidRPr="003462EB">
            <w:t xml:space="preserve"> </w:t>
          </w:r>
        </w:p>
        <w:p w14:paraId="178E0553" w14:textId="77777777" w:rsidR="00EA7C44" w:rsidRPr="003462EB" w:rsidRDefault="00EA7C44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422A1078" w14:textId="77777777" w:rsidR="00EA7C44" w:rsidRPr="00614E71" w:rsidRDefault="00EA7C4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A7C44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7601A3B2" w:rsidR="00EA7C44" w:rsidRDefault="005B6121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přejezdů v úseku Bzenec přívoz - Nedakonice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A7C44">
            <w:t>Příloha č. 2 c)</w:t>
          </w:r>
        </w:p>
        <w:p w14:paraId="5D9BD160" w14:textId="77777777" w:rsidR="00EA7C44" w:rsidRPr="003462EB" w:rsidRDefault="00EA7C4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3DBC2A04" w14:textId="57990947" w:rsidR="00EA7C44" w:rsidRPr="009E09BE" w:rsidRDefault="00EA7C4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6DBA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6DB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EA7C44" w:rsidRPr="00B8518B" w:rsidRDefault="00EA7C4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EA7C44" w:rsidRPr="00B8518B" w:rsidRDefault="00EA7C44" w:rsidP="00460660">
    <w:pPr>
      <w:pStyle w:val="Zpat"/>
      <w:rPr>
        <w:sz w:val="2"/>
        <w:szCs w:val="2"/>
      </w:rPr>
    </w:pPr>
  </w:p>
  <w:p w14:paraId="53F277EE" w14:textId="77777777" w:rsidR="00EA7C44" w:rsidRDefault="00EA7C44" w:rsidP="00757290">
    <w:pPr>
      <w:pStyle w:val="Zpatvlevo"/>
      <w:rPr>
        <w:rFonts w:cs="Calibri"/>
        <w:szCs w:val="12"/>
      </w:rPr>
    </w:pPr>
  </w:p>
  <w:p w14:paraId="17EFC080" w14:textId="77777777" w:rsidR="00EA7C44" w:rsidRPr="00460660" w:rsidRDefault="00EA7C4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DFC1F" w14:textId="77777777" w:rsidR="00EA7C44" w:rsidRDefault="00EA7C44" w:rsidP="00962258">
      <w:pPr>
        <w:spacing w:after="0" w:line="240" w:lineRule="auto"/>
      </w:pPr>
      <w:r>
        <w:separator/>
      </w:r>
    </w:p>
  </w:footnote>
  <w:footnote w:type="continuationSeparator" w:id="0">
    <w:p w14:paraId="0B4E1674" w14:textId="77777777" w:rsidR="00EA7C44" w:rsidRDefault="00EA7C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A7C44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EA7C44" w:rsidRPr="00B8518B" w:rsidRDefault="00EA7C4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EA7C44" w:rsidRDefault="00EA7C4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EA7C44" w:rsidRPr="00D6163D" w:rsidRDefault="00EA7C44" w:rsidP="00FC6389">
          <w:pPr>
            <w:pStyle w:val="Druhdokumentu"/>
          </w:pPr>
        </w:p>
      </w:tc>
    </w:tr>
    <w:tr w:rsidR="00EA7C44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EA7C44" w:rsidRPr="00B8518B" w:rsidRDefault="00EA7C4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EA7C44" w:rsidRDefault="00EA7C4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EA7C44" w:rsidRPr="00D6163D" w:rsidRDefault="00EA7C44" w:rsidP="00FC6389">
          <w:pPr>
            <w:pStyle w:val="Druhdokumentu"/>
          </w:pPr>
        </w:p>
      </w:tc>
    </w:tr>
  </w:tbl>
  <w:p w14:paraId="53E85CAA" w14:textId="77777777" w:rsidR="00EA7C44" w:rsidRPr="00D6163D" w:rsidRDefault="00EA7C44" w:rsidP="00FC6389">
    <w:pPr>
      <w:pStyle w:val="Zhlav"/>
      <w:rPr>
        <w:sz w:val="8"/>
        <w:szCs w:val="8"/>
      </w:rPr>
    </w:pPr>
  </w:p>
  <w:p w14:paraId="1437D3AE" w14:textId="77777777" w:rsidR="00EA7C44" w:rsidRPr="00460660" w:rsidRDefault="00EA7C4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5AD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37A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B2C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03FF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3803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77B31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F11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B6121"/>
    <w:rsid w:val="005C16CA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6DBA"/>
    <w:rsid w:val="006972D4"/>
    <w:rsid w:val="00697859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751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5BA3"/>
    <w:rsid w:val="00846789"/>
    <w:rsid w:val="00854B3C"/>
    <w:rsid w:val="00855188"/>
    <w:rsid w:val="008579F7"/>
    <w:rsid w:val="00857CC5"/>
    <w:rsid w:val="00865541"/>
    <w:rsid w:val="0086597C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4443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795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153DB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54F3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2C73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33D6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C7FA6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51C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75D8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17CC"/>
    <w:rsid w:val="00D521D0"/>
    <w:rsid w:val="00D55077"/>
    <w:rsid w:val="00D6163D"/>
    <w:rsid w:val="00D61BB3"/>
    <w:rsid w:val="00D67D3D"/>
    <w:rsid w:val="00D703BA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D718B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A7C44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51EB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5709B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606B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12F4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1FCE689E"/>
  <w15:docId w15:val="{E1240595-8DA3-4D30-8ABA-FF8D7D0D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lehrad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5715A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9C35E3"/>
    <w:rsid w:val="00A13EDF"/>
    <w:rsid w:val="00A255A8"/>
    <w:rsid w:val="00A57052"/>
    <w:rsid w:val="00A57B8D"/>
    <w:rsid w:val="00A6314C"/>
    <w:rsid w:val="00A66753"/>
    <w:rsid w:val="00A7139D"/>
    <w:rsid w:val="00AD0D78"/>
    <w:rsid w:val="00B00FA3"/>
    <w:rsid w:val="00B16F27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0A71DCC-47D8-4ADA-8C68-0A7F2603B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61</TotalTime>
  <Pages>14</Pages>
  <Words>5718</Words>
  <Characters>33737</Characters>
  <Application>Microsoft Office Word</Application>
  <DocSecurity>0</DocSecurity>
  <Lines>281</Lines>
  <Paragraphs>78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subject/>
  <dc:creator>Hařovská Emília, Ing.</dc:creator>
  <cp:keywords/>
  <dc:description/>
  <cp:lastModifiedBy>Hošpes Jan</cp:lastModifiedBy>
  <cp:revision>8</cp:revision>
  <cp:lastPrinted>2022-12-07T13:03:00Z</cp:lastPrinted>
  <dcterms:created xsi:type="dcterms:W3CDTF">2023-06-08T11:35:00Z</dcterms:created>
  <dcterms:modified xsi:type="dcterms:W3CDTF">2023-06-23T10:04:00Z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